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1D0364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1D0364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CE5B2E">
        <w:rPr>
          <w:rStyle w:val="a9"/>
        </w:rPr>
        <w:t>ПУБЛИЧНОЕ</w:t>
      </w:r>
      <w:r w:rsidR="001D0364" w:rsidRPr="001D0364">
        <w:rPr>
          <w:rStyle w:val="a9"/>
        </w:rPr>
        <w:t xml:space="preserve">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="00C1525D">
        <w:rPr>
          <w:rStyle w:val="a9"/>
        </w:rPr>
        <w:t xml:space="preserve">. </w:t>
      </w:r>
      <w:r w:rsidR="00C1525D" w:rsidRPr="00C1525D">
        <w:rPr>
          <w:rStyle w:val="a9"/>
        </w:rPr>
        <w:t xml:space="preserve">Производство №3 </w:t>
      </w:r>
      <w:proofErr w:type="spellStart"/>
      <w:r w:rsidR="00C1525D" w:rsidRPr="00C1525D">
        <w:rPr>
          <w:rStyle w:val="a9"/>
        </w:rPr>
        <w:t>водопарогазоснабжения</w:t>
      </w:r>
      <w:proofErr w:type="spellEnd"/>
      <w:r w:rsidR="00C1525D" w:rsidRPr="00C1525D">
        <w:rPr>
          <w:rStyle w:val="a9"/>
        </w:rPr>
        <w:t xml:space="preserve">, </w:t>
      </w:r>
      <w:proofErr w:type="spellStart"/>
      <w:r w:rsidR="00C1525D" w:rsidRPr="00C1525D">
        <w:rPr>
          <w:rStyle w:val="a9"/>
        </w:rPr>
        <w:t>промканализации</w:t>
      </w:r>
      <w:proofErr w:type="spellEnd"/>
      <w:r w:rsidR="00C1525D" w:rsidRPr="00C1525D">
        <w:rPr>
          <w:rStyle w:val="a9"/>
        </w:rPr>
        <w:t xml:space="preserve"> и очистных сооружений</w:t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D0364" w:rsidRPr="00F06873" w:rsidTr="004654AF">
        <w:trPr>
          <w:jc w:val="center"/>
        </w:trPr>
        <w:tc>
          <w:tcPr>
            <w:tcW w:w="3518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1D0364" w:rsidRPr="00F06873" w:rsidRDefault="001D0364" w:rsidP="00B3226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1D0364" w:rsidRPr="00F06873" w:rsidRDefault="001D036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063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1D0364" w:rsidRPr="00F06873" w:rsidRDefault="00E36F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vAlign w:val="center"/>
          </w:tcPr>
          <w:p w:rsidR="001D0364" w:rsidRPr="00F06873" w:rsidRDefault="00E36F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70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D0364" w:rsidRPr="00F06873" w:rsidTr="004654AF">
        <w:trPr>
          <w:jc w:val="center"/>
        </w:trPr>
        <w:tc>
          <w:tcPr>
            <w:tcW w:w="3518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1D0364" w:rsidRPr="00F06873" w:rsidRDefault="001D0364" w:rsidP="00B3226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1D0364" w:rsidRPr="00F06873" w:rsidRDefault="001D036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063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1D0364" w:rsidRPr="00F06873" w:rsidRDefault="00E36F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1D0364" w:rsidRPr="00F06873" w:rsidRDefault="00E36F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1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70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D0364" w:rsidRPr="00F06873" w:rsidTr="004654AF">
        <w:trPr>
          <w:jc w:val="center"/>
        </w:trPr>
        <w:tc>
          <w:tcPr>
            <w:tcW w:w="3518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1D0364" w:rsidRPr="00F06873" w:rsidRDefault="001D0364" w:rsidP="00B3226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1D0364" w:rsidRPr="00F06873" w:rsidRDefault="001D036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063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1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D0364" w:rsidRPr="00F06873" w:rsidTr="004654AF">
        <w:trPr>
          <w:jc w:val="center"/>
        </w:trPr>
        <w:tc>
          <w:tcPr>
            <w:tcW w:w="3518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1D0364" w:rsidRPr="00F06873" w:rsidRDefault="001D0364" w:rsidP="00B3226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1D0364" w:rsidRPr="00F06873" w:rsidRDefault="001D036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D0364" w:rsidRPr="00F06873" w:rsidTr="004654AF">
        <w:trPr>
          <w:jc w:val="center"/>
        </w:trPr>
        <w:tc>
          <w:tcPr>
            <w:tcW w:w="3518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1D0364" w:rsidRPr="00F06873" w:rsidRDefault="001D0364" w:rsidP="00B3226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1D0364" w:rsidRPr="00F06873" w:rsidRDefault="001D036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1D0364" w:rsidRPr="00F06873" w:rsidRDefault="001D036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C1525D" w:rsidRDefault="00F06873" w:rsidP="00F06873">
      <w:pPr>
        <w:pStyle w:val="a6"/>
        <w:jc w:val="both"/>
        <w:rPr>
          <w:rFonts w:ascii="Times New Roman" w:hAnsi="Times New Roman"/>
          <w:b/>
          <w:sz w:val="24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1D0364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:rsidTr="001D0364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1D0364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Pr="00F06873" w:rsidRDefault="001D036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b/>
                <w:sz w:val="18"/>
                <w:szCs w:val="18"/>
              </w:rPr>
            </w:pPr>
            <w:r w:rsidRPr="001D0364">
              <w:rPr>
                <w:b/>
                <w:sz w:val="18"/>
                <w:szCs w:val="18"/>
              </w:rPr>
              <w:t xml:space="preserve">Производство №3 </w:t>
            </w:r>
            <w:proofErr w:type="spellStart"/>
            <w:r w:rsidRPr="001D0364">
              <w:rPr>
                <w:b/>
                <w:sz w:val="18"/>
                <w:szCs w:val="18"/>
              </w:rPr>
              <w:t>водопарогазоснабжения</w:t>
            </w:r>
            <w:proofErr w:type="spellEnd"/>
            <w:r w:rsidRPr="001D0364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D0364">
              <w:rPr>
                <w:b/>
                <w:sz w:val="18"/>
                <w:szCs w:val="18"/>
              </w:rPr>
              <w:t>промканализации</w:t>
            </w:r>
            <w:proofErr w:type="spellEnd"/>
            <w:r w:rsidRPr="001D0364">
              <w:rPr>
                <w:b/>
                <w:sz w:val="18"/>
                <w:szCs w:val="18"/>
              </w:rPr>
              <w:t xml:space="preserve"> и очистных сооружений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Pr="00F06873" w:rsidRDefault="001D036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i/>
                <w:sz w:val="18"/>
                <w:szCs w:val="18"/>
              </w:rPr>
            </w:pPr>
            <w:r w:rsidRPr="001D0364">
              <w:rPr>
                <w:i/>
                <w:sz w:val="18"/>
                <w:szCs w:val="18"/>
              </w:rPr>
              <w:t>Общепроизводственный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Pr="00F06873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03.01.10 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Pr="00F06873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03.01.11 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03.01.12 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установки механической очистки промышленных стоков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03.01.13 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установки биологической очистки сточных вод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i/>
                <w:sz w:val="18"/>
                <w:szCs w:val="18"/>
              </w:rPr>
            </w:pPr>
            <w:r w:rsidRPr="001D0364">
              <w:rPr>
                <w:i/>
                <w:sz w:val="18"/>
                <w:szCs w:val="18"/>
              </w:rPr>
              <w:t>Участок водоснабжения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F77C7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F77C7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F77C7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E957D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(03.02.03А)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E957D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(03.02.03А)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E957D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1525D" w:rsidRPr="001D0364" w:rsidRDefault="001D0364" w:rsidP="00092CF4">
            <w:pPr>
              <w:jc w:val="center"/>
              <w:rPr>
                <w:i/>
                <w:sz w:val="18"/>
                <w:szCs w:val="18"/>
              </w:rPr>
            </w:pPr>
            <w:r w:rsidRPr="001D0364">
              <w:rPr>
                <w:i/>
                <w:sz w:val="18"/>
                <w:szCs w:val="18"/>
              </w:rPr>
              <w:t>Участок по обслуживанию и ремонту водопроводных систем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аварийно-восстановительных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B3226C" w:rsidRDefault="00B3226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3226C"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E957D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(03.04.02А)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аварийно-восстановительных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B3226C" w:rsidRDefault="00B3226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E957D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(03.04.02А)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аварийно-восстановительных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B3226C" w:rsidRDefault="00B3226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E957D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(03.04.02А)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аварийно-восстановительных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B3226C" w:rsidRDefault="00B3226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E957D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(03.04.02А)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E16D87" w:rsidRPr="001D0364" w:rsidRDefault="001D0364" w:rsidP="00B32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аварийно-восстановительных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B3226C" w:rsidRDefault="00B3226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957D8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E957D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B3226C">
            <w:pPr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i/>
                <w:sz w:val="18"/>
                <w:szCs w:val="18"/>
              </w:rPr>
            </w:pPr>
            <w:r w:rsidRPr="001D0364">
              <w:rPr>
                <w:i/>
                <w:sz w:val="18"/>
                <w:szCs w:val="18"/>
              </w:rPr>
              <w:t>Участок по обслуживанию и ремонту промышленной канализации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03.05.01 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Мастер </w:t>
            </w:r>
            <w:proofErr w:type="spellStart"/>
            <w:r>
              <w:rPr>
                <w:sz w:val="18"/>
                <w:szCs w:val="18"/>
              </w:rPr>
              <w:t>промканализации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03.05.02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E16D87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Слесарь-сантехник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промканализации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B3226C" w:rsidP="00C15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03.05.03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(03.05.02А</w:t>
            </w:r>
            <w:r w:rsidR="00C1525D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E16D87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Слесарь-сантехник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промканализации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B3226C" w:rsidP="00C15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03.05.04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(03.05.02А</w:t>
            </w:r>
            <w:r w:rsidR="00C1525D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E16D87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Слесарь-сантехник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промканализации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B3226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03.05.05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(03.05.02А</w:t>
            </w:r>
            <w:r w:rsidR="00C1525D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E16D87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Слесарь-сантехник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промканализации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03.05.06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(03.05.02А)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E16D87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Слесарь-сантехник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промканализации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i/>
                <w:sz w:val="18"/>
                <w:szCs w:val="18"/>
              </w:rPr>
            </w:pPr>
            <w:r w:rsidRPr="001D0364">
              <w:rPr>
                <w:i/>
                <w:sz w:val="18"/>
                <w:szCs w:val="18"/>
              </w:rPr>
              <w:t>Установка биологической очистки сточных вод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03.06.01 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03.06.02 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E16D87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товарный </w:t>
            </w:r>
          </w:p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03.06.03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03.06.04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(03.06.03А)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03.06.05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(03.06.03А)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03.06.06 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газодувных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i/>
                <w:sz w:val="18"/>
                <w:szCs w:val="18"/>
              </w:rPr>
            </w:pPr>
            <w:r w:rsidRPr="001D0364">
              <w:rPr>
                <w:i/>
                <w:sz w:val="18"/>
                <w:szCs w:val="18"/>
              </w:rPr>
              <w:t>Установка механической очистки промышленных стоков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товарный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  <w:r>
              <w:rPr>
                <w:sz w:val="18"/>
                <w:szCs w:val="18"/>
              </w:rPr>
              <w:t xml:space="preserve">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товарный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(03.07.03А)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товарный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B3226C" w:rsidP="00C15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03.07.05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(03.07.03А</w:t>
            </w:r>
            <w:r w:rsidR="00C1525D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товарный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B3226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(03.07.03А</w:t>
            </w:r>
            <w:r w:rsidR="00C1525D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товарный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B3226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(03.07.03А</w:t>
            </w:r>
            <w:r w:rsidR="00C1525D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товарный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B3226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(03.07.03А</w:t>
            </w:r>
            <w:r w:rsidR="00C1525D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товарный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B3226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(03.07.03А</w:t>
            </w:r>
            <w:r w:rsidR="00C1525D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товарный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i/>
                <w:sz w:val="18"/>
                <w:szCs w:val="18"/>
              </w:rPr>
            </w:pPr>
            <w:r w:rsidRPr="001D0364">
              <w:rPr>
                <w:i/>
                <w:sz w:val="18"/>
                <w:szCs w:val="18"/>
              </w:rPr>
              <w:t>Участок очистных сооружений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03.08.01 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03.08.02 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Pr="0006382B" w:rsidRDefault="0006382B" w:rsidP="00E957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06382B"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06382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06382B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06382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i/>
                <w:sz w:val="18"/>
                <w:szCs w:val="18"/>
              </w:rPr>
            </w:pPr>
            <w:r w:rsidRPr="001D0364">
              <w:rPr>
                <w:i/>
                <w:sz w:val="18"/>
                <w:szCs w:val="18"/>
              </w:rPr>
              <w:t>Участок по обслуживанию и ремонту факельного хозяйства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03.09.01 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06382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06382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06382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03.09.02 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i/>
                <w:sz w:val="18"/>
                <w:szCs w:val="18"/>
              </w:rPr>
            </w:pPr>
            <w:r w:rsidRPr="001D0364">
              <w:rPr>
                <w:i/>
                <w:sz w:val="18"/>
                <w:szCs w:val="18"/>
              </w:rPr>
              <w:t>Участок оборотного водоснабжения и береговая насосная станция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0364" w:rsidRPr="00F06873" w:rsidTr="00B3226C">
        <w:trPr>
          <w:trHeight w:val="319"/>
        </w:trPr>
        <w:tc>
          <w:tcPr>
            <w:tcW w:w="1101" w:type="dxa"/>
            <w:shd w:val="clear" w:color="auto" w:fill="auto"/>
            <w:vAlign w:val="center"/>
          </w:tcPr>
          <w:p w:rsidR="001D0364" w:rsidRDefault="001D0364" w:rsidP="00B32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насосных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(03.10.02А)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насосных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(03.10.02А)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насосных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(03.10.02А)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насосных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03.10.06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(03.10.02А)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насосных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(03.10.02А)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насосных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(03.10.02А)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насосных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i/>
                <w:sz w:val="18"/>
                <w:szCs w:val="18"/>
              </w:rPr>
            </w:pPr>
            <w:r w:rsidRPr="001D0364">
              <w:rPr>
                <w:i/>
                <w:sz w:val="18"/>
                <w:szCs w:val="18"/>
              </w:rPr>
              <w:t xml:space="preserve">Установка </w:t>
            </w:r>
            <w:proofErr w:type="spellStart"/>
            <w:r w:rsidRPr="001D0364">
              <w:rPr>
                <w:i/>
                <w:sz w:val="18"/>
                <w:szCs w:val="18"/>
              </w:rPr>
              <w:t>химводоочистка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03.11.01 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03.11.02 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Аппаратчик </w:t>
            </w:r>
            <w:proofErr w:type="spellStart"/>
            <w:r>
              <w:rPr>
                <w:sz w:val="18"/>
                <w:szCs w:val="18"/>
              </w:rPr>
              <w:t>химводоочистки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391479">
        <w:trPr>
          <w:trHeight w:val="521"/>
        </w:trPr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03.11.03 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Аппаратчик </w:t>
            </w:r>
            <w:proofErr w:type="spellStart"/>
            <w:r>
              <w:rPr>
                <w:sz w:val="18"/>
                <w:szCs w:val="18"/>
              </w:rPr>
              <w:t>химводоочистки</w:t>
            </w:r>
            <w:proofErr w:type="spellEnd"/>
            <w:r>
              <w:rPr>
                <w:sz w:val="18"/>
                <w:szCs w:val="18"/>
              </w:rPr>
              <w:t xml:space="preserve"> - </w:t>
            </w:r>
            <w:proofErr w:type="spellStart"/>
            <w:r>
              <w:rPr>
                <w:sz w:val="18"/>
                <w:szCs w:val="18"/>
              </w:rPr>
              <w:t>реагентное</w:t>
            </w:r>
            <w:proofErr w:type="spellEnd"/>
            <w:r>
              <w:rPr>
                <w:sz w:val="18"/>
                <w:szCs w:val="18"/>
              </w:rPr>
              <w:t xml:space="preserve"> хозяйство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i/>
                <w:sz w:val="18"/>
                <w:szCs w:val="18"/>
              </w:rPr>
            </w:pPr>
            <w:r w:rsidRPr="001D0364">
              <w:rPr>
                <w:i/>
                <w:sz w:val="18"/>
                <w:szCs w:val="18"/>
              </w:rPr>
              <w:t>Установка воздушная компрессорная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03.13.01 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03.13.02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03.13.03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(03.13.02А)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i/>
                <w:sz w:val="18"/>
                <w:szCs w:val="18"/>
              </w:rPr>
            </w:pPr>
            <w:r w:rsidRPr="001D0364">
              <w:rPr>
                <w:i/>
                <w:sz w:val="18"/>
                <w:szCs w:val="18"/>
              </w:rPr>
              <w:t>Ремонтная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03.14.01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Слесарь-ремонтник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3914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03.14.02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(03.14.01А</w:t>
            </w:r>
            <w:r w:rsidR="001D0364"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Слесарь-ремонтник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3914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03.14.03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(03.14.01А</w:t>
            </w:r>
            <w:r w:rsidR="001D0364"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Слесарь-ремонтник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03.14.04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(03.14.01А)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Слесарь-ремонтник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03.14.05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(03.14.01А)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Слесарь-ремонтник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3914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(03.14.01А</w:t>
            </w:r>
            <w:r w:rsidR="001D0364"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Слесарь-ремонтник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0364" w:rsidRPr="00F06873" w:rsidTr="001D0364">
        <w:tc>
          <w:tcPr>
            <w:tcW w:w="1101" w:type="dxa"/>
            <w:shd w:val="clear" w:color="auto" w:fill="auto"/>
            <w:vAlign w:val="center"/>
          </w:tcPr>
          <w:p w:rsidR="001D0364" w:rsidRDefault="003914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03.14.07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(03.14.01А</w:t>
            </w:r>
            <w:r w:rsidR="001D0364"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0364" w:rsidRPr="001D0364" w:rsidRDefault="001D036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Слесарь-ремонтник </w:t>
            </w:r>
            <w:proofErr w:type="spellStart"/>
            <w:r>
              <w:rPr>
                <w:sz w:val="18"/>
                <w:szCs w:val="18"/>
              </w:rPr>
              <w:t>нефтеловушек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0364" w:rsidRDefault="001D036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DC1A91" w:rsidRPr="002B59FA" w:rsidRDefault="00936F48" w:rsidP="00DC1A91"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CE5B2E">
        <w:rPr>
          <w:rStyle w:val="a9"/>
        </w:rPr>
        <w:t>18</w:t>
      </w:r>
      <w:r w:rsidR="001D0364">
        <w:rPr>
          <w:rStyle w:val="a9"/>
        </w:rPr>
        <w:t>.0</w:t>
      </w:r>
      <w:r w:rsidR="00CE5B2E">
        <w:rPr>
          <w:rStyle w:val="a9"/>
        </w:rPr>
        <w:t>8</w:t>
      </w:r>
      <w:r w:rsidR="001D0364">
        <w:rPr>
          <w:rStyle w:val="a9"/>
        </w:rPr>
        <w:t>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  <w:bookmarkStart w:id="7" w:name="_GoBack"/>
      <w:bookmarkEnd w:id="7"/>
    </w:p>
    <w:sectPr w:rsidR="00DC1A91" w:rsidRPr="002B59FA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9F6" w:rsidRDefault="003779F6" w:rsidP="00B3226C">
      <w:r>
        <w:separator/>
      </w:r>
    </w:p>
  </w:endnote>
  <w:endnote w:type="continuationSeparator" w:id="0">
    <w:p w:rsidR="003779F6" w:rsidRDefault="003779F6" w:rsidP="00B32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82B" w:rsidRDefault="0006382B">
    <w:pPr>
      <w:pStyle w:val="af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0F0714">
      <w:t xml:space="preserve">Сводная ведомость </w:t>
    </w:r>
    <w:proofErr w:type="gramStart"/>
    <w:r w:rsidRPr="000F0714">
      <w:t xml:space="preserve">результатов </w:t>
    </w:r>
    <w:r w:rsidRPr="004654AF">
      <w:t xml:space="preserve">проведения </w:t>
    </w:r>
    <w:r w:rsidRPr="000F0714">
      <w:t>специальной оценки условий труда</w:t>
    </w:r>
    <w:proofErr w:type="gramEnd"/>
    <w:r>
      <w:t xml:space="preserve"> в ПАО «САРАТОВСКИЙ НПЗ». </w:t>
    </w:r>
    <w:r w:rsidRPr="00B3226C">
      <w:t xml:space="preserve">Производство №3 </w:t>
    </w:r>
    <w:proofErr w:type="spellStart"/>
    <w:r w:rsidRPr="00B3226C">
      <w:t>водопарогазоснабжения</w:t>
    </w:r>
    <w:proofErr w:type="spellEnd"/>
    <w:r w:rsidRPr="00B3226C">
      <w:t xml:space="preserve">, </w:t>
    </w:r>
    <w:proofErr w:type="spellStart"/>
    <w:r w:rsidRPr="00B3226C">
      <w:t>промканализации</w:t>
    </w:r>
    <w:proofErr w:type="spellEnd"/>
    <w:r w:rsidRPr="00B3226C">
      <w:t xml:space="preserve"> и очистных сооружений</w:t>
    </w:r>
    <w:proofErr w:type="gramStart"/>
    <w:r w:rsidRPr="00B3226C">
      <w:rPr>
        <w:rFonts w:eastAsiaTheme="majorEastAsia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>С</w:t>
    </w:r>
    <w:proofErr w:type="gramEnd"/>
    <w:r>
      <w:rPr>
        <w:rFonts w:asciiTheme="majorHAnsi" w:eastAsiaTheme="majorEastAsia" w:hAnsiTheme="majorHAnsi" w:cstheme="majorBidi"/>
      </w:rPr>
      <w:t xml:space="preserve">тр.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2B59FA" w:rsidRPr="002B59FA">
      <w:rPr>
        <w:rFonts w:asciiTheme="majorHAnsi" w:eastAsiaTheme="majorEastAsia" w:hAnsiTheme="majorHAnsi" w:cstheme="majorBidi"/>
        <w:noProof/>
      </w:rPr>
      <w:t>6</w:t>
    </w:r>
    <w:r>
      <w:rPr>
        <w:rFonts w:asciiTheme="majorHAnsi" w:eastAsiaTheme="majorEastAsia" w:hAnsiTheme="majorHAnsi" w:cstheme="majorBidi"/>
      </w:rPr>
      <w:fldChar w:fldCharType="end"/>
    </w:r>
    <w:r>
      <w:rPr>
        <w:rFonts w:asciiTheme="majorHAnsi" w:eastAsiaTheme="majorEastAsia" w:hAnsiTheme="majorHAnsi" w:cstheme="majorBidi"/>
      </w:rPr>
      <w:t xml:space="preserve"> из </w:t>
    </w:r>
    <w:r w:rsidR="002B59FA">
      <w:rPr>
        <w:rFonts w:asciiTheme="majorHAnsi" w:eastAsiaTheme="majorEastAsia" w:hAnsiTheme="majorHAnsi" w:cstheme="majorBidi"/>
      </w:rPr>
      <w:t>6</w:t>
    </w:r>
  </w:p>
  <w:p w:rsidR="0006382B" w:rsidRDefault="0006382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9F6" w:rsidRDefault="003779F6" w:rsidP="00B3226C">
      <w:r>
        <w:separator/>
      </w:r>
    </w:p>
  </w:footnote>
  <w:footnote w:type="continuationSeparator" w:id="0">
    <w:p w:rsidR="003779F6" w:rsidRDefault="003779F6" w:rsidP="00B322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8"/>
    <w:docVar w:name="ceh_info" w:val="ОТКРЫТОЕ АКЦИОНЕРНОЕ ОБЩЕСТВО &quot;САРАТОВСКИЙ НЕФТЕПЕРЕРАБАТЫВАЮЩИЙ ЗАВОД&quot;"/>
    <w:docVar w:name="doc_name" w:val="Документ8"/>
    <w:docVar w:name="fill_date" w:val="02.07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1D0364"/>
    <w:rsid w:val="0002033E"/>
    <w:rsid w:val="0006382B"/>
    <w:rsid w:val="00092CF4"/>
    <w:rsid w:val="000C5130"/>
    <w:rsid w:val="000D3760"/>
    <w:rsid w:val="000F0714"/>
    <w:rsid w:val="00196135"/>
    <w:rsid w:val="001A7AC3"/>
    <w:rsid w:val="001B19D8"/>
    <w:rsid w:val="001D0364"/>
    <w:rsid w:val="00237B32"/>
    <w:rsid w:val="002743B5"/>
    <w:rsid w:val="002761BA"/>
    <w:rsid w:val="002B59FA"/>
    <w:rsid w:val="003779F6"/>
    <w:rsid w:val="00391479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82AC2"/>
    <w:rsid w:val="009A1326"/>
    <w:rsid w:val="009D6532"/>
    <w:rsid w:val="00A026A4"/>
    <w:rsid w:val="00AF1EDF"/>
    <w:rsid w:val="00B12F45"/>
    <w:rsid w:val="00B2089E"/>
    <w:rsid w:val="00B3226C"/>
    <w:rsid w:val="00B3448B"/>
    <w:rsid w:val="00B874F5"/>
    <w:rsid w:val="00BA560A"/>
    <w:rsid w:val="00C0355B"/>
    <w:rsid w:val="00C1525D"/>
    <w:rsid w:val="00C93056"/>
    <w:rsid w:val="00CA2E96"/>
    <w:rsid w:val="00CD2568"/>
    <w:rsid w:val="00CE5B2E"/>
    <w:rsid w:val="00D11966"/>
    <w:rsid w:val="00DC0F74"/>
    <w:rsid w:val="00DC1A91"/>
    <w:rsid w:val="00DD6622"/>
    <w:rsid w:val="00E16D87"/>
    <w:rsid w:val="00E25119"/>
    <w:rsid w:val="00E30B79"/>
    <w:rsid w:val="00E36FED"/>
    <w:rsid w:val="00E458F1"/>
    <w:rsid w:val="00E957D8"/>
    <w:rsid w:val="00EA3306"/>
    <w:rsid w:val="00EB7BDE"/>
    <w:rsid w:val="00EC5373"/>
    <w:rsid w:val="00F06873"/>
    <w:rsid w:val="00F262EE"/>
    <w:rsid w:val="00F77C7A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E16D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16D87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B3226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3226C"/>
    <w:rPr>
      <w:sz w:val="24"/>
    </w:rPr>
  </w:style>
  <w:style w:type="paragraph" w:styleId="af">
    <w:name w:val="footer"/>
    <w:basedOn w:val="a"/>
    <w:link w:val="af0"/>
    <w:uiPriority w:val="99"/>
    <w:rsid w:val="00B3226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3226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E16D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16D87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B3226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3226C"/>
    <w:rPr>
      <w:sz w:val="24"/>
    </w:rPr>
  </w:style>
  <w:style w:type="paragraph" w:styleId="af">
    <w:name w:val="footer"/>
    <w:basedOn w:val="a"/>
    <w:link w:val="af0"/>
    <w:uiPriority w:val="99"/>
    <w:rsid w:val="00B3226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3226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204</TotalTime>
  <Pages>1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12</cp:revision>
  <cp:lastPrinted>2015-09-04T11:13:00Z</cp:lastPrinted>
  <dcterms:created xsi:type="dcterms:W3CDTF">2015-07-02T12:15:00Z</dcterms:created>
  <dcterms:modified xsi:type="dcterms:W3CDTF">2018-02-14T11:44:00Z</dcterms:modified>
</cp:coreProperties>
</file>