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C00B0B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C00B0B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C00B0B" w:rsidRPr="00C00B0B">
        <w:rPr>
          <w:rStyle w:val="a9"/>
        </w:rPr>
        <w:t xml:space="preserve"> ПУБЛИЧНОЕ АКЦИОНЕРНОЕ ОБЩЕСТВО "САРАТОВСКИЙ НЕФТЕПЕРЕРАБАТЫВАЮЩИЙ ЗАВОД"</w:t>
      </w:r>
      <w:r w:rsidR="00C00B0B">
        <w:rPr>
          <w:rStyle w:val="a9"/>
        </w:rPr>
        <w:t xml:space="preserve">. </w:t>
      </w:r>
      <w:r w:rsidR="00C00B0B" w:rsidRPr="00C00B0B">
        <w:rPr>
          <w:rStyle w:val="a9"/>
        </w:rPr>
        <w:t xml:space="preserve">Цех №3 отдел технического надзора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0"/>
        <w:gridCol w:w="3550"/>
        <w:gridCol w:w="2739"/>
        <w:gridCol w:w="1861"/>
        <w:gridCol w:w="3142"/>
        <w:gridCol w:w="1311"/>
      </w:tblGrid>
      <w:tr w:rsidR="00DB70BA" w:rsidRPr="00AF49A3" w:rsidTr="00825F08">
        <w:trPr>
          <w:tblHeader/>
          <w:jc w:val="center"/>
        </w:trPr>
        <w:tc>
          <w:tcPr>
            <w:tcW w:w="2960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55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3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42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926304">
        <w:trPr>
          <w:jc w:val="center"/>
        </w:trPr>
        <w:tc>
          <w:tcPr>
            <w:tcW w:w="29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5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3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42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C00B0B" w:rsidRPr="00AF49A3" w:rsidTr="00926304">
        <w:trPr>
          <w:jc w:val="center"/>
        </w:trPr>
        <w:tc>
          <w:tcPr>
            <w:tcW w:w="2960" w:type="dxa"/>
            <w:vAlign w:val="center"/>
          </w:tcPr>
          <w:p w:rsidR="00C00B0B" w:rsidRPr="00C00B0B" w:rsidRDefault="00C00B0B" w:rsidP="00C00B0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№3 отдел технического надзора</w:t>
            </w:r>
          </w:p>
        </w:tc>
        <w:tc>
          <w:tcPr>
            <w:tcW w:w="3550" w:type="dxa"/>
            <w:vAlign w:val="center"/>
          </w:tcPr>
          <w:p w:rsidR="00C00B0B" w:rsidRPr="00063DF1" w:rsidRDefault="00C00B0B" w:rsidP="00DB70BA">
            <w:pPr>
              <w:pStyle w:val="aa"/>
            </w:pPr>
          </w:p>
        </w:tc>
        <w:tc>
          <w:tcPr>
            <w:tcW w:w="2739" w:type="dxa"/>
            <w:vAlign w:val="center"/>
          </w:tcPr>
          <w:p w:rsidR="00C00B0B" w:rsidRPr="00063DF1" w:rsidRDefault="00C00B0B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C00B0B" w:rsidRPr="00063DF1" w:rsidRDefault="00C00B0B" w:rsidP="00DB70BA">
            <w:pPr>
              <w:pStyle w:val="aa"/>
            </w:pPr>
          </w:p>
        </w:tc>
        <w:tc>
          <w:tcPr>
            <w:tcW w:w="3142" w:type="dxa"/>
            <w:vAlign w:val="center"/>
          </w:tcPr>
          <w:p w:rsidR="00C00B0B" w:rsidRPr="00063DF1" w:rsidRDefault="00C00B0B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C00B0B" w:rsidRPr="00063DF1" w:rsidRDefault="00C00B0B" w:rsidP="00DB70BA">
            <w:pPr>
              <w:pStyle w:val="aa"/>
            </w:pPr>
          </w:p>
        </w:tc>
      </w:tr>
      <w:tr w:rsidR="00926304" w:rsidRPr="00AF49A3" w:rsidTr="00926304">
        <w:trPr>
          <w:jc w:val="center"/>
        </w:trPr>
        <w:tc>
          <w:tcPr>
            <w:tcW w:w="2960" w:type="dxa"/>
            <w:vMerge w:val="restart"/>
          </w:tcPr>
          <w:p w:rsidR="00926304" w:rsidRDefault="00926304" w:rsidP="00926304">
            <w:pPr>
              <w:pStyle w:val="aa"/>
            </w:pPr>
            <w:r>
              <w:t>08.00.01. Начальник цеха</w:t>
            </w:r>
          </w:p>
          <w:p w:rsidR="00926304" w:rsidRDefault="00926304" w:rsidP="00926304">
            <w:pPr>
              <w:pStyle w:val="aa"/>
            </w:pPr>
          </w:p>
          <w:p w:rsidR="00926304" w:rsidRDefault="00926304" w:rsidP="00926304">
            <w:pPr>
              <w:pStyle w:val="aa"/>
            </w:pPr>
          </w:p>
          <w:p w:rsidR="00926304" w:rsidRDefault="00926304" w:rsidP="00926304">
            <w:pPr>
              <w:pStyle w:val="aa"/>
            </w:pPr>
          </w:p>
          <w:p w:rsidR="00926304" w:rsidRDefault="00926304" w:rsidP="00926304">
            <w:pPr>
              <w:pStyle w:val="aa"/>
            </w:pPr>
          </w:p>
          <w:p w:rsidR="00926304" w:rsidRDefault="00926304" w:rsidP="00926304">
            <w:pPr>
              <w:pStyle w:val="aa"/>
            </w:pPr>
          </w:p>
          <w:p w:rsidR="00926304" w:rsidRDefault="00926304" w:rsidP="00926304">
            <w:pPr>
              <w:pStyle w:val="aa"/>
            </w:pPr>
          </w:p>
          <w:p w:rsidR="00926304" w:rsidRDefault="00926304" w:rsidP="00926304">
            <w:pPr>
              <w:pStyle w:val="aa"/>
            </w:pPr>
          </w:p>
          <w:p w:rsidR="00926304" w:rsidRDefault="00926304" w:rsidP="00926304">
            <w:pPr>
              <w:pStyle w:val="aa"/>
            </w:pPr>
          </w:p>
          <w:p w:rsidR="00926304" w:rsidRDefault="00926304" w:rsidP="00926304">
            <w:pPr>
              <w:pStyle w:val="aa"/>
            </w:pPr>
          </w:p>
          <w:p w:rsidR="00825F08" w:rsidRDefault="00825F08" w:rsidP="00926304">
            <w:pPr>
              <w:pStyle w:val="aa"/>
            </w:pPr>
          </w:p>
          <w:p w:rsidR="00926304" w:rsidRPr="00C00B0B" w:rsidRDefault="00926304" w:rsidP="00926304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50" w:type="dxa"/>
          </w:tcPr>
          <w:p w:rsidR="00926304" w:rsidRPr="003970E9" w:rsidRDefault="00926304" w:rsidP="00926304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</w:t>
            </w:r>
            <w:r>
              <w:rPr>
                <w:szCs w:val="22"/>
              </w:rPr>
              <w:t>б</w:t>
            </w:r>
            <w:r w:rsidRPr="003970E9">
              <w:rPr>
                <w:szCs w:val="22"/>
              </w:rPr>
              <w:t>очих местах</w:t>
            </w:r>
          </w:p>
        </w:tc>
        <w:tc>
          <w:tcPr>
            <w:tcW w:w="2739" w:type="dxa"/>
          </w:tcPr>
          <w:p w:rsidR="00926304" w:rsidRPr="003970E9" w:rsidRDefault="00926304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26304" w:rsidRPr="003970E9" w:rsidRDefault="00926304" w:rsidP="0061229A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926304" w:rsidRPr="003970E9" w:rsidRDefault="00926304" w:rsidP="0061229A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2" w:type="dxa"/>
          </w:tcPr>
          <w:p w:rsidR="00926304" w:rsidRPr="00A73D59" w:rsidRDefault="00926304" w:rsidP="0061229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926304" w:rsidRPr="00063DF1" w:rsidRDefault="00926304" w:rsidP="00DB70BA">
            <w:pPr>
              <w:pStyle w:val="aa"/>
            </w:pPr>
          </w:p>
        </w:tc>
      </w:tr>
      <w:tr w:rsidR="00926304" w:rsidRPr="00AF49A3" w:rsidTr="00926304">
        <w:trPr>
          <w:jc w:val="center"/>
        </w:trPr>
        <w:tc>
          <w:tcPr>
            <w:tcW w:w="2960" w:type="dxa"/>
            <w:vMerge/>
            <w:vAlign w:val="center"/>
          </w:tcPr>
          <w:p w:rsidR="00926304" w:rsidRDefault="00926304" w:rsidP="00C00B0B">
            <w:pPr>
              <w:pStyle w:val="aa"/>
              <w:jc w:val="left"/>
            </w:pPr>
          </w:p>
        </w:tc>
        <w:tc>
          <w:tcPr>
            <w:tcW w:w="3550" w:type="dxa"/>
          </w:tcPr>
          <w:p w:rsidR="00926304" w:rsidRPr="003970E9" w:rsidRDefault="00926304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9" w:type="dxa"/>
          </w:tcPr>
          <w:p w:rsidR="00926304" w:rsidRPr="003970E9" w:rsidRDefault="00926304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26304" w:rsidRPr="003970E9" w:rsidRDefault="00926304" w:rsidP="0061229A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2" w:type="dxa"/>
          </w:tcPr>
          <w:p w:rsidR="00926304" w:rsidRPr="00A73D59" w:rsidRDefault="00926304" w:rsidP="0061229A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926304" w:rsidRPr="00063DF1" w:rsidRDefault="00926304" w:rsidP="00DB70BA">
            <w:pPr>
              <w:pStyle w:val="aa"/>
            </w:pPr>
          </w:p>
        </w:tc>
      </w:tr>
      <w:tr w:rsidR="00926304" w:rsidRPr="00AF49A3" w:rsidTr="00926304">
        <w:trPr>
          <w:jc w:val="center"/>
        </w:trPr>
        <w:tc>
          <w:tcPr>
            <w:tcW w:w="2960" w:type="dxa"/>
            <w:vMerge/>
            <w:vAlign w:val="center"/>
          </w:tcPr>
          <w:p w:rsidR="00926304" w:rsidRDefault="00926304" w:rsidP="00C00B0B">
            <w:pPr>
              <w:pStyle w:val="aa"/>
              <w:jc w:val="left"/>
            </w:pPr>
          </w:p>
        </w:tc>
        <w:tc>
          <w:tcPr>
            <w:tcW w:w="3550" w:type="dxa"/>
          </w:tcPr>
          <w:p w:rsidR="00926304" w:rsidRDefault="00926304" w:rsidP="0061229A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9" w:type="dxa"/>
          </w:tcPr>
          <w:p w:rsidR="00926304" w:rsidRDefault="00926304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26304" w:rsidRPr="003970E9" w:rsidRDefault="00926304" w:rsidP="0061229A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2" w:type="dxa"/>
          </w:tcPr>
          <w:p w:rsidR="00926304" w:rsidRPr="00A73D59" w:rsidRDefault="00926304" w:rsidP="00926304">
            <w:pPr>
              <w:pStyle w:val="aa"/>
            </w:pPr>
            <w:r w:rsidRPr="00A73D59">
              <w:t>Цех №3</w:t>
            </w:r>
          </w:p>
        </w:tc>
        <w:tc>
          <w:tcPr>
            <w:tcW w:w="1311" w:type="dxa"/>
            <w:vAlign w:val="center"/>
          </w:tcPr>
          <w:p w:rsidR="00926304" w:rsidRPr="00063DF1" w:rsidRDefault="00926304" w:rsidP="00DB70BA">
            <w:pPr>
              <w:pStyle w:val="aa"/>
            </w:pPr>
          </w:p>
        </w:tc>
      </w:tr>
      <w:tr w:rsidR="00926304" w:rsidRPr="00AF49A3" w:rsidTr="00926304">
        <w:trPr>
          <w:jc w:val="center"/>
        </w:trPr>
        <w:tc>
          <w:tcPr>
            <w:tcW w:w="2960" w:type="dxa"/>
            <w:vAlign w:val="center"/>
          </w:tcPr>
          <w:p w:rsidR="00926304" w:rsidRPr="00C00B0B" w:rsidRDefault="00926304" w:rsidP="00C00B0B">
            <w:pPr>
              <w:pStyle w:val="aa"/>
              <w:rPr>
                <w:i/>
              </w:rPr>
            </w:pPr>
            <w:r>
              <w:rPr>
                <w:i/>
              </w:rPr>
              <w:t>Общецеховой персонал</w:t>
            </w:r>
          </w:p>
        </w:tc>
        <w:tc>
          <w:tcPr>
            <w:tcW w:w="3550" w:type="dxa"/>
            <w:vAlign w:val="center"/>
          </w:tcPr>
          <w:p w:rsidR="00926304" w:rsidRDefault="00926304" w:rsidP="00DB70BA">
            <w:pPr>
              <w:pStyle w:val="aa"/>
            </w:pPr>
          </w:p>
        </w:tc>
        <w:tc>
          <w:tcPr>
            <w:tcW w:w="2739" w:type="dxa"/>
            <w:vAlign w:val="center"/>
          </w:tcPr>
          <w:p w:rsidR="00926304" w:rsidRPr="00063DF1" w:rsidRDefault="00926304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926304" w:rsidRPr="00063DF1" w:rsidRDefault="00926304" w:rsidP="00DB70BA">
            <w:pPr>
              <w:pStyle w:val="aa"/>
            </w:pPr>
          </w:p>
        </w:tc>
        <w:tc>
          <w:tcPr>
            <w:tcW w:w="3142" w:type="dxa"/>
            <w:vAlign w:val="center"/>
          </w:tcPr>
          <w:p w:rsidR="00926304" w:rsidRPr="00063DF1" w:rsidRDefault="00926304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926304" w:rsidRPr="00063DF1" w:rsidRDefault="00926304" w:rsidP="00DB70BA">
            <w:pPr>
              <w:pStyle w:val="aa"/>
            </w:pPr>
          </w:p>
        </w:tc>
      </w:tr>
      <w:tr w:rsidR="00825F08" w:rsidRPr="00AF49A3" w:rsidTr="00BF6F8D">
        <w:trPr>
          <w:jc w:val="center"/>
        </w:trPr>
        <w:tc>
          <w:tcPr>
            <w:tcW w:w="2960" w:type="dxa"/>
            <w:vMerge w:val="restart"/>
          </w:tcPr>
          <w:p w:rsidR="00825F08" w:rsidRDefault="00825F08" w:rsidP="00825F08">
            <w:pPr>
              <w:pStyle w:val="aa"/>
            </w:pPr>
            <w:r>
              <w:t>08.00.02. Заместитель начал</w:t>
            </w:r>
            <w:r>
              <w:t>ь</w:t>
            </w:r>
            <w:r>
              <w:t>ника цеха;</w:t>
            </w:r>
          </w:p>
          <w:p w:rsidR="00825F08" w:rsidRDefault="00825F08" w:rsidP="00825F08">
            <w:pPr>
              <w:pStyle w:val="aa"/>
            </w:pPr>
            <w:r>
              <w:t>08.00.03. Главный специалист по надзору за эксплуатацией насосно-компрессорного, ве</w:t>
            </w:r>
            <w:r>
              <w:t>н</w:t>
            </w:r>
            <w:r>
              <w:t>тиляционного оборудования и грузоподъемных механизмов;</w:t>
            </w:r>
          </w:p>
          <w:p w:rsidR="00825F08" w:rsidRDefault="00825F08" w:rsidP="00825F08">
            <w:pPr>
              <w:pStyle w:val="aa"/>
            </w:pPr>
            <w:r>
              <w:t>08.00.04. Инженер по надзору за эксплуатацией насосно-компрессорного, вентиляцио</w:t>
            </w:r>
            <w:r>
              <w:t>н</w:t>
            </w:r>
            <w:r>
              <w:t>ного оборудования и груз</w:t>
            </w:r>
            <w:r>
              <w:t>о</w:t>
            </w:r>
            <w:r>
              <w:t>подъемных механизмов;</w:t>
            </w:r>
          </w:p>
          <w:p w:rsidR="00825F08" w:rsidRDefault="00825F08" w:rsidP="00825F08">
            <w:pPr>
              <w:pStyle w:val="aa"/>
            </w:pPr>
            <w:r>
              <w:t>08.00.06. Главный специалист по надзору за зданиями и с</w:t>
            </w:r>
            <w:r>
              <w:t>о</w:t>
            </w:r>
            <w:r>
              <w:t>оружениями</w:t>
            </w:r>
          </w:p>
          <w:p w:rsidR="00825F08" w:rsidRDefault="00825F08" w:rsidP="00825F08">
            <w:pPr>
              <w:pStyle w:val="aa"/>
            </w:pPr>
          </w:p>
          <w:p w:rsidR="00825F08" w:rsidRPr="00C00B0B" w:rsidRDefault="00825F08" w:rsidP="00825F08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50" w:type="dxa"/>
          </w:tcPr>
          <w:p w:rsidR="00825F08" w:rsidRPr="003970E9" w:rsidRDefault="00825F08" w:rsidP="0061229A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</w:t>
            </w:r>
            <w:r>
              <w:rPr>
                <w:szCs w:val="22"/>
              </w:rPr>
              <w:t>б</w:t>
            </w:r>
            <w:r w:rsidRPr="003970E9">
              <w:rPr>
                <w:szCs w:val="22"/>
              </w:rPr>
              <w:t>очих местах</w:t>
            </w:r>
          </w:p>
        </w:tc>
        <w:tc>
          <w:tcPr>
            <w:tcW w:w="2739" w:type="dxa"/>
          </w:tcPr>
          <w:p w:rsidR="00825F08" w:rsidRPr="003970E9" w:rsidRDefault="00825F08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25F08" w:rsidRPr="003970E9" w:rsidRDefault="00825F08" w:rsidP="0061229A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825F08" w:rsidRPr="003970E9" w:rsidRDefault="00825F08" w:rsidP="0061229A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2" w:type="dxa"/>
          </w:tcPr>
          <w:p w:rsidR="00825F08" w:rsidRPr="00A73D59" w:rsidRDefault="00825F08" w:rsidP="0061229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</w:tr>
      <w:tr w:rsidR="00825F08" w:rsidRPr="00AF49A3" w:rsidTr="00BF6F8D">
        <w:trPr>
          <w:jc w:val="center"/>
        </w:trPr>
        <w:tc>
          <w:tcPr>
            <w:tcW w:w="2960" w:type="dxa"/>
            <w:vMerge/>
            <w:vAlign w:val="center"/>
          </w:tcPr>
          <w:p w:rsidR="00825F08" w:rsidRPr="00C00B0B" w:rsidRDefault="00825F08" w:rsidP="00C00B0B">
            <w:pPr>
              <w:pStyle w:val="aa"/>
              <w:jc w:val="left"/>
            </w:pPr>
          </w:p>
        </w:tc>
        <w:tc>
          <w:tcPr>
            <w:tcW w:w="3550" w:type="dxa"/>
          </w:tcPr>
          <w:p w:rsidR="00825F08" w:rsidRPr="003970E9" w:rsidRDefault="00825F08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9" w:type="dxa"/>
          </w:tcPr>
          <w:p w:rsidR="00825F08" w:rsidRPr="003970E9" w:rsidRDefault="00825F08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25F08" w:rsidRPr="003970E9" w:rsidRDefault="00825F08" w:rsidP="0061229A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2" w:type="dxa"/>
          </w:tcPr>
          <w:p w:rsidR="00825F08" w:rsidRPr="00A73D59" w:rsidRDefault="00825F08" w:rsidP="0061229A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</w:tr>
      <w:tr w:rsidR="00825F08" w:rsidRPr="00AF49A3" w:rsidTr="00BF6F8D">
        <w:trPr>
          <w:jc w:val="center"/>
        </w:trPr>
        <w:tc>
          <w:tcPr>
            <w:tcW w:w="2960" w:type="dxa"/>
            <w:vMerge/>
            <w:vAlign w:val="center"/>
          </w:tcPr>
          <w:p w:rsidR="00825F08" w:rsidRPr="00C00B0B" w:rsidRDefault="00825F08" w:rsidP="00C00B0B">
            <w:pPr>
              <w:pStyle w:val="aa"/>
              <w:jc w:val="left"/>
            </w:pPr>
          </w:p>
        </w:tc>
        <w:tc>
          <w:tcPr>
            <w:tcW w:w="3550" w:type="dxa"/>
          </w:tcPr>
          <w:p w:rsidR="00825F08" w:rsidRDefault="00825F08" w:rsidP="0061229A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9" w:type="dxa"/>
          </w:tcPr>
          <w:p w:rsidR="00825F08" w:rsidRDefault="00825F08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25F08" w:rsidRPr="003970E9" w:rsidRDefault="00825F08" w:rsidP="0061229A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2" w:type="dxa"/>
          </w:tcPr>
          <w:p w:rsidR="00825F08" w:rsidRPr="00A73D59" w:rsidRDefault="00825F08" w:rsidP="0061229A">
            <w:pPr>
              <w:pStyle w:val="aa"/>
            </w:pPr>
            <w:r w:rsidRPr="00A73D59">
              <w:t>Цех №3</w:t>
            </w:r>
          </w:p>
        </w:tc>
        <w:tc>
          <w:tcPr>
            <w:tcW w:w="1311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</w:tr>
      <w:tr w:rsidR="00825F08" w:rsidRPr="00AF49A3" w:rsidTr="00926304">
        <w:trPr>
          <w:jc w:val="center"/>
        </w:trPr>
        <w:tc>
          <w:tcPr>
            <w:tcW w:w="2960" w:type="dxa"/>
            <w:vAlign w:val="center"/>
          </w:tcPr>
          <w:p w:rsidR="00825F08" w:rsidRPr="00C00B0B" w:rsidRDefault="00825F08" w:rsidP="00C00B0B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Лаборатория технического надзора</w:t>
            </w:r>
          </w:p>
        </w:tc>
        <w:tc>
          <w:tcPr>
            <w:tcW w:w="3550" w:type="dxa"/>
            <w:vAlign w:val="center"/>
          </w:tcPr>
          <w:p w:rsidR="00825F08" w:rsidRDefault="00825F08" w:rsidP="00DB70BA">
            <w:pPr>
              <w:pStyle w:val="aa"/>
            </w:pPr>
          </w:p>
        </w:tc>
        <w:tc>
          <w:tcPr>
            <w:tcW w:w="2739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  <w:tc>
          <w:tcPr>
            <w:tcW w:w="3142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</w:tr>
      <w:tr w:rsidR="00825F08" w:rsidRPr="00AF49A3" w:rsidTr="00825F08">
        <w:trPr>
          <w:jc w:val="center"/>
        </w:trPr>
        <w:tc>
          <w:tcPr>
            <w:tcW w:w="2960" w:type="dxa"/>
            <w:vMerge w:val="restart"/>
          </w:tcPr>
          <w:p w:rsidR="00825F08" w:rsidRDefault="00825F08" w:rsidP="00825F08">
            <w:pPr>
              <w:pStyle w:val="aa"/>
            </w:pPr>
            <w:r>
              <w:t>08.01.01. Начальник лаборат</w:t>
            </w:r>
            <w:r>
              <w:t>о</w:t>
            </w:r>
            <w:r>
              <w:t>рии;</w:t>
            </w:r>
          </w:p>
          <w:p w:rsidR="00825F08" w:rsidRDefault="00825F08" w:rsidP="00825F08">
            <w:pPr>
              <w:pStyle w:val="aa"/>
            </w:pPr>
            <w:r>
              <w:t>08.01.02. Инженер лаборат</w:t>
            </w:r>
            <w:r>
              <w:t>о</w:t>
            </w:r>
            <w:r>
              <w:t>рии;</w:t>
            </w:r>
          </w:p>
          <w:p w:rsidR="00825F08" w:rsidRDefault="00825F08" w:rsidP="00825F08">
            <w:pPr>
              <w:pStyle w:val="aa"/>
            </w:pPr>
            <w:r>
              <w:t>08.01.03А-08.01.05</w:t>
            </w:r>
            <w:proofErr w:type="gramStart"/>
            <w:r>
              <w:t>А</w:t>
            </w:r>
            <w:proofErr w:type="gramEnd"/>
            <w:r>
              <w:t>(08.01.03А). Инженер по дефектоскопии</w:t>
            </w:r>
          </w:p>
          <w:p w:rsidR="00825F08" w:rsidRDefault="00825F08" w:rsidP="00825F08">
            <w:pPr>
              <w:pStyle w:val="aa"/>
            </w:pPr>
          </w:p>
          <w:p w:rsidR="00825F08" w:rsidRDefault="00825F08" w:rsidP="00825F08">
            <w:pPr>
              <w:pStyle w:val="aa"/>
            </w:pPr>
          </w:p>
          <w:p w:rsidR="00825F08" w:rsidRDefault="00825F08" w:rsidP="00825F08">
            <w:pPr>
              <w:pStyle w:val="aa"/>
            </w:pPr>
          </w:p>
          <w:p w:rsidR="00825F08" w:rsidRDefault="00825F08" w:rsidP="00825F08">
            <w:pPr>
              <w:pStyle w:val="aa"/>
            </w:pPr>
          </w:p>
          <w:p w:rsidR="00825F08" w:rsidRPr="00C00B0B" w:rsidRDefault="00825F08" w:rsidP="00825F08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50" w:type="dxa"/>
          </w:tcPr>
          <w:p w:rsidR="00825F08" w:rsidRPr="003970E9" w:rsidRDefault="00825F08" w:rsidP="0061229A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</w:t>
            </w:r>
            <w:r>
              <w:rPr>
                <w:szCs w:val="22"/>
              </w:rPr>
              <w:t>б</w:t>
            </w:r>
            <w:r w:rsidRPr="003970E9">
              <w:rPr>
                <w:szCs w:val="22"/>
              </w:rPr>
              <w:t>очих местах</w:t>
            </w:r>
          </w:p>
        </w:tc>
        <w:tc>
          <w:tcPr>
            <w:tcW w:w="2739" w:type="dxa"/>
          </w:tcPr>
          <w:p w:rsidR="00825F08" w:rsidRPr="003970E9" w:rsidRDefault="00825F08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25F08" w:rsidRPr="003970E9" w:rsidRDefault="00825F08" w:rsidP="0061229A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825F08" w:rsidRPr="003970E9" w:rsidRDefault="00825F08" w:rsidP="0061229A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2" w:type="dxa"/>
          </w:tcPr>
          <w:p w:rsidR="00825F08" w:rsidRPr="00A73D59" w:rsidRDefault="00825F08" w:rsidP="0061229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</w:tr>
      <w:tr w:rsidR="00825F08" w:rsidRPr="00AF49A3" w:rsidTr="00727D17">
        <w:trPr>
          <w:jc w:val="center"/>
        </w:trPr>
        <w:tc>
          <w:tcPr>
            <w:tcW w:w="2960" w:type="dxa"/>
            <w:vMerge/>
            <w:vAlign w:val="center"/>
          </w:tcPr>
          <w:p w:rsidR="00825F08" w:rsidRPr="00C00B0B" w:rsidRDefault="00825F08" w:rsidP="00C00B0B">
            <w:pPr>
              <w:pStyle w:val="aa"/>
              <w:jc w:val="left"/>
            </w:pPr>
          </w:p>
        </w:tc>
        <w:tc>
          <w:tcPr>
            <w:tcW w:w="3550" w:type="dxa"/>
          </w:tcPr>
          <w:p w:rsidR="00825F08" w:rsidRPr="003970E9" w:rsidRDefault="00825F08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9" w:type="dxa"/>
          </w:tcPr>
          <w:p w:rsidR="00825F08" w:rsidRPr="003970E9" w:rsidRDefault="00825F08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25F08" w:rsidRPr="003970E9" w:rsidRDefault="00825F08" w:rsidP="0061229A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2" w:type="dxa"/>
          </w:tcPr>
          <w:p w:rsidR="00825F08" w:rsidRPr="00A73D59" w:rsidRDefault="00825F08" w:rsidP="0061229A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</w:tr>
      <w:tr w:rsidR="00825F08" w:rsidRPr="00AF49A3" w:rsidTr="00727D17">
        <w:trPr>
          <w:jc w:val="center"/>
        </w:trPr>
        <w:tc>
          <w:tcPr>
            <w:tcW w:w="2960" w:type="dxa"/>
            <w:vMerge/>
            <w:vAlign w:val="center"/>
          </w:tcPr>
          <w:p w:rsidR="00825F08" w:rsidRPr="00C00B0B" w:rsidRDefault="00825F08" w:rsidP="00C00B0B">
            <w:pPr>
              <w:pStyle w:val="aa"/>
              <w:jc w:val="left"/>
            </w:pPr>
          </w:p>
        </w:tc>
        <w:tc>
          <w:tcPr>
            <w:tcW w:w="3550" w:type="dxa"/>
          </w:tcPr>
          <w:p w:rsidR="00825F08" w:rsidRDefault="00825F08" w:rsidP="0061229A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9" w:type="dxa"/>
          </w:tcPr>
          <w:p w:rsidR="00825F08" w:rsidRDefault="00825F08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25F08" w:rsidRPr="003970E9" w:rsidRDefault="00825F08" w:rsidP="0061229A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2" w:type="dxa"/>
          </w:tcPr>
          <w:p w:rsidR="00825F08" w:rsidRPr="00A73D59" w:rsidRDefault="00825F08" w:rsidP="0061229A">
            <w:pPr>
              <w:pStyle w:val="aa"/>
            </w:pPr>
            <w:r w:rsidRPr="00A73D59">
              <w:t>Цех №3</w:t>
            </w:r>
          </w:p>
        </w:tc>
        <w:tc>
          <w:tcPr>
            <w:tcW w:w="1311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</w:tr>
      <w:tr w:rsidR="00825F08" w:rsidRPr="00AF49A3" w:rsidTr="00926304">
        <w:trPr>
          <w:jc w:val="center"/>
        </w:trPr>
        <w:tc>
          <w:tcPr>
            <w:tcW w:w="2960" w:type="dxa"/>
            <w:vAlign w:val="center"/>
          </w:tcPr>
          <w:p w:rsidR="00825F08" w:rsidRPr="00C00B0B" w:rsidRDefault="00825F08" w:rsidP="00C00B0B">
            <w:pPr>
              <w:pStyle w:val="aa"/>
              <w:rPr>
                <w:i/>
              </w:rPr>
            </w:pPr>
            <w:r>
              <w:rPr>
                <w:i/>
              </w:rPr>
              <w:t>Группа по надзору за эксплу</w:t>
            </w:r>
            <w:r>
              <w:rPr>
                <w:i/>
              </w:rPr>
              <w:t>а</w:t>
            </w:r>
            <w:r>
              <w:rPr>
                <w:i/>
              </w:rPr>
              <w:t>тацией сосудов, печей, труб</w:t>
            </w:r>
            <w:r>
              <w:rPr>
                <w:i/>
              </w:rPr>
              <w:t>о</w:t>
            </w:r>
            <w:r>
              <w:rPr>
                <w:i/>
              </w:rPr>
              <w:t>проводов, резервуаров и те</w:t>
            </w:r>
            <w:r>
              <w:rPr>
                <w:i/>
              </w:rPr>
              <w:t>п</w:t>
            </w:r>
            <w:r>
              <w:rPr>
                <w:i/>
              </w:rPr>
              <w:t>лотехнического оборудования</w:t>
            </w:r>
          </w:p>
        </w:tc>
        <w:tc>
          <w:tcPr>
            <w:tcW w:w="3550" w:type="dxa"/>
            <w:vAlign w:val="center"/>
          </w:tcPr>
          <w:p w:rsidR="00825F08" w:rsidRDefault="00825F08" w:rsidP="00DB70BA">
            <w:pPr>
              <w:pStyle w:val="aa"/>
            </w:pPr>
          </w:p>
        </w:tc>
        <w:tc>
          <w:tcPr>
            <w:tcW w:w="2739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  <w:tc>
          <w:tcPr>
            <w:tcW w:w="3142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</w:tr>
      <w:tr w:rsidR="00825F08" w:rsidRPr="00AF49A3" w:rsidTr="00EC3402">
        <w:trPr>
          <w:jc w:val="center"/>
        </w:trPr>
        <w:tc>
          <w:tcPr>
            <w:tcW w:w="2960" w:type="dxa"/>
            <w:vMerge w:val="restart"/>
          </w:tcPr>
          <w:p w:rsidR="00825F08" w:rsidRDefault="00825F08" w:rsidP="00825F08">
            <w:pPr>
              <w:pStyle w:val="aa"/>
            </w:pPr>
            <w:r>
              <w:t>08.02.01. Руководитель группы;</w:t>
            </w:r>
          </w:p>
          <w:p w:rsidR="00825F08" w:rsidRDefault="00825F08" w:rsidP="00825F08">
            <w:pPr>
              <w:pStyle w:val="aa"/>
            </w:pPr>
            <w:r>
              <w:t>08.02.02. Главный специалист;</w:t>
            </w:r>
          </w:p>
          <w:p w:rsidR="00825F08" w:rsidRDefault="00825F08" w:rsidP="00825F08">
            <w:pPr>
              <w:pStyle w:val="aa"/>
            </w:pPr>
            <w:r>
              <w:t>08.02.03А-08.02.07</w:t>
            </w:r>
            <w:proofErr w:type="gramStart"/>
            <w:r>
              <w:t>А</w:t>
            </w:r>
            <w:proofErr w:type="gramEnd"/>
            <w:r>
              <w:t>(08.02.03А). Инж</w:t>
            </w:r>
            <w:r>
              <w:t>е</w:t>
            </w:r>
            <w:r>
              <w:t>нер;</w:t>
            </w:r>
          </w:p>
          <w:p w:rsidR="00825F08" w:rsidRDefault="00825F08" w:rsidP="00825F08">
            <w:pPr>
              <w:pStyle w:val="aa"/>
            </w:pPr>
            <w:r>
              <w:t>08.02.08. Инженер по дефект</w:t>
            </w:r>
            <w:r>
              <w:t>о</w:t>
            </w:r>
            <w:r>
              <w:t>скопии</w:t>
            </w:r>
          </w:p>
          <w:p w:rsidR="00825F08" w:rsidRDefault="00825F08" w:rsidP="00825F08">
            <w:pPr>
              <w:pStyle w:val="aa"/>
            </w:pPr>
          </w:p>
          <w:p w:rsidR="00825F08" w:rsidRDefault="00825F08" w:rsidP="00825F08">
            <w:pPr>
              <w:pStyle w:val="aa"/>
            </w:pPr>
          </w:p>
          <w:p w:rsidR="00825F08" w:rsidRDefault="00825F08" w:rsidP="00825F08">
            <w:pPr>
              <w:pStyle w:val="aa"/>
            </w:pPr>
          </w:p>
          <w:p w:rsidR="00825F08" w:rsidRDefault="00825F08" w:rsidP="00825F08">
            <w:pPr>
              <w:pStyle w:val="aa"/>
            </w:pPr>
          </w:p>
          <w:p w:rsidR="00825F08" w:rsidRPr="00C00B0B" w:rsidRDefault="00825F08" w:rsidP="00825F08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50" w:type="dxa"/>
          </w:tcPr>
          <w:p w:rsidR="00825F08" w:rsidRPr="003970E9" w:rsidRDefault="00825F08" w:rsidP="0061229A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</w:t>
            </w:r>
            <w:r>
              <w:rPr>
                <w:szCs w:val="22"/>
              </w:rPr>
              <w:t>б</w:t>
            </w:r>
            <w:r w:rsidRPr="003970E9">
              <w:rPr>
                <w:szCs w:val="22"/>
              </w:rPr>
              <w:t>очих местах</w:t>
            </w:r>
          </w:p>
        </w:tc>
        <w:tc>
          <w:tcPr>
            <w:tcW w:w="2739" w:type="dxa"/>
          </w:tcPr>
          <w:p w:rsidR="00825F08" w:rsidRPr="003970E9" w:rsidRDefault="00825F08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25F08" w:rsidRPr="003970E9" w:rsidRDefault="00825F08" w:rsidP="0061229A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825F08" w:rsidRPr="003970E9" w:rsidRDefault="00825F08" w:rsidP="0061229A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2" w:type="dxa"/>
          </w:tcPr>
          <w:p w:rsidR="00825F08" w:rsidRPr="00A73D59" w:rsidRDefault="00825F08" w:rsidP="0061229A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</w:tr>
      <w:tr w:rsidR="00825F08" w:rsidRPr="00AF49A3" w:rsidTr="00EC3402">
        <w:trPr>
          <w:jc w:val="center"/>
        </w:trPr>
        <w:tc>
          <w:tcPr>
            <w:tcW w:w="2960" w:type="dxa"/>
            <w:vMerge/>
            <w:vAlign w:val="center"/>
          </w:tcPr>
          <w:p w:rsidR="00825F08" w:rsidRPr="00C00B0B" w:rsidRDefault="00825F08" w:rsidP="00C00B0B">
            <w:pPr>
              <w:pStyle w:val="aa"/>
              <w:jc w:val="left"/>
            </w:pPr>
          </w:p>
        </w:tc>
        <w:tc>
          <w:tcPr>
            <w:tcW w:w="3550" w:type="dxa"/>
          </w:tcPr>
          <w:p w:rsidR="00825F08" w:rsidRPr="003970E9" w:rsidRDefault="00825F08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9" w:type="dxa"/>
          </w:tcPr>
          <w:p w:rsidR="00825F08" w:rsidRPr="003970E9" w:rsidRDefault="00825F08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25F08" w:rsidRPr="003970E9" w:rsidRDefault="00825F08" w:rsidP="0061229A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2" w:type="dxa"/>
          </w:tcPr>
          <w:p w:rsidR="00825F08" w:rsidRPr="00A73D59" w:rsidRDefault="00825F08" w:rsidP="0061229A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</w:tr>
      <w:tr w:rsidR="00825F08" w:rsidRPr="00AF49A3" w:rsidTr="00EC3402">
        <w:trPr>
          <w:jc w:val="center"/>
        </w:trPr>
        <w:tc>
          <w:tcPr>
            <w:tcW w:w="2960" w:type="dxa"/>
            <w:vMerge/>
            <w:vAlign w:val="center"/>
          </w:tcPr>
          <w:p w:rsidR="00825F08" w:rsidRPr="00C00B0B" w:rsidRDefault="00825F08" w:rsidP="00310D90">
            <w:pPr>
              <w:pStyle w:val="aa"/>
              <w:jc w:val="left"/>
            </w:pPr>
          </w:p>
        </w:tc>
        <w:tc>
          <w:tcPr>
            <w:tcW w:w="3550" w:type="dxa"/>
          </w:tcPr>
          <w:p w:rsidR="00825F08" w:rsidRDefault="00825F08" w:rsidP="0061229A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9" w:type="dxa"/>
          </w:tcPr>
          <w:p w:rsidR="00825F08" w:rsidRDefault="00825F08" w:rsidP="0061229A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25F08" w:rsidRPr="003970E9" w:rsidRDefault="00825F08" w:rsidP="0061229A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2" w:type="dxa"/>
          </w:tcPr>
          <w:p w:rsidR="00825F08" w:rsidRPr="00A73D59" w:rsidRDefault="00825F08" w:rsidP="0061229A">
            <w:pPr>
              <w:pStyle w:val="aa"/>
            </w:pPr>
            <w:r w:rsidRPr="00A73D59">
              <w:t>Цех №3</w:t>
            </w:r>
          </w:p>
        </w:tc>
        <w:tc>
          <w:tcPr>
            <w:tcW w:w="1311" w:type="dxa"/>
            <w:vAlign w:val="center"/>
          </w:tcPr>
          <w:p w:rsidR="00825F08" w:rsidRPr="00063DF1" w:rsidRDefault="00825F08" w:rsidP="00DB70BA">
            <w:pPr>
              <w:pStyle w:val="aa"/>
            </w:pPr>
          </w:p>
        </w:tc>
      </w:tr>
    </w:tbl>
    <w:p w:rsidR="00DB70BA" w:rsidRDefault="00DB70BA" w:rsidP="00DB70BA"/>
    <w:p w:rsidR="00DB70BA" w:rsidRPr="00C00B0B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C00B0B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825F08">
        <w:rPr>
          <w:rStyle w:val="a9"/>
        </w:rPr>
        <w:t>22.10.2015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  <w:bookmarkStart w:id="1" w:name="_GoBack"/>
      <w:bookmarkEnd w:id="1"/>
    </w:p>
    <w:sectPr w:rsidR="00DB70BA" w:rsidRPr="00C00B0B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574" w:rsidRDefault="00B17574" w:rsidP="00825F08">
      <w:r>
        <w:separator/>
      </w:r>
    </w:p>
  </w:endnote>
  <w:endnote w:type="continuationSeparator" w:id="0">
    <w:p w:rsidR="00B17574" w:rsidRDefault="00B17574" w:rsidP="0082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08" w:rsidRDefault="00825F08" w:rsidP="00825F08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</w:pPr>
    <w:r w:rsidRPr="00DB70BA">
      <w:t>Перечень рекомендуемых мероприятий по улучшению условий труда</w:t>
    </w:r>
    <w:r>
      <w:t xml:space="preserve"> в ПАО «САРАТОВСКИЙ НПЗ». </w:t>
    </w:r>
  </w:p>
  <w:p w:rsidR="00825F08" w:rsidRPr="00825F08" w:rsidRDefault="00825F08" w:rsidP="00825F08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>
      <w:t>Цех №3 отдел технического надзора</w:t>
    </w:r>
    <w:proofErr w:type="gramStart"/>
    <w:r w:rsidRPr="00825F08">
      <w:rPr>
        <w:rFonts w:ascii="Cambria" w:hAnsi="Cambria"/>
      </w:rPr>
      <w:tab/>
    </w:r>
    <w:r>
      <w:rPr>
        <w:rFonts w:ascii="Cambria" w:hAnsi="Cambria"/>
      </w:rPr>
      <w:t>С</w:t>
    </w:r>
    <w:proofErr w:type="gramEnd"/>
    <w:r>
      <w:rPr>
        <w:rFonts w:ascii="Cambria" w:hAnsi="Cambria"/>
      </w:rPr>
      <w:t>тр.</w:t>
    </w:r>
    <w:r w:rsidRPr="00825F08">
      <w:rPr>
        <w:rFonts w:ascii="Cambria" w:hAnsi="Cambria"/>
      </w:rPr>
      <w:t xml:space="preserve"> </w:t>
    </w:r>
    <w:r w:rsidRPr="00825F08">
      <w:rPr>
        <w:rFonts w:ascii="Calibri" w:hAnsi="Calibri"/>
      </w:rPr>
      <w:fldChar w:fldCharType="begin"/>
    </w:r>
    <w:r>
      <w:instrText>PAGE   \* MERGEFORMAT</w:instrText>
    </w:r>
    <w:r w:rsidRPr="00825F08">
      <w:rPr>
        <w:rFonts w:ascii="Calibri" w:hAnsi="Calibri"/>
      </w:rPr>
      <w:fldChar w:fldCharType="separate"/>
    </w:r>
    <w:r w:rsidR="000545E8" w:rsidRPr="000545E8">
      <w:rPr>
        <w:rFonts w:ascii="Cambria" w:hAnsi="Cambria"/>
        <w:noProof/>
      </w:rPr>
      <w:t>1</w:t>
    </w:r>
    <w:r w:rsidRPr="00825F08">
      <w:rPr>
        <w:rFonts w:ascii="Cambria" w:hAnsi="Cambria"/>
      </w:rPr>
      <w:fldChar w:fldCharType="end"/>
    </w:r>
    <w:r w:rsidR="000545E8">
      <w:rPr>
        <w:rFonts w:ascii="Cambria" w:hAnsi="Cambria"/>
      </w:rPr>
      <w:t xml:space="preserve"> из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574" w:rsidRDefault="00B17574" w:rsidP="00825F08">
      <w:r>
        <w:separator/>
      </w:r>
    </w:p>
  </w:footnote>
  <w:footnote w:type="continuationSeparator" w:id="0">
    <w:p w:rsidR="00B17574" w:rsidRDefault="00B17574" w:rsidP="00825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fill_date" w:val="22.10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C00B0B"/>
    <w:rsid w:val="0002033E"/>
    <w:rsid w:val="000545E8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25F08"/>
    <w:rsid w:val="008B4051"/>
    <w:rsid w:val="008C0968"/>
    <w:rsid w:val="00926304"/>
    <w:rsid w:val="009647F7"/>
    <w:rsid w:val="009A1326"/>
    <w:rsid w:val="009D6532"/>
    <w:rsid w:val="00A026A4"/>
    <w:rsid w:val="00A4050B"/>
    <w:rsid w:val="00A567D1"/>
    <w:rsid w:val="00B12F45"/>
    <w:rsid w:val="00B1405F"/>
    <w:rsid w:val="00B17574"/>
    <w:rsid w:val="00B3448B"/>
    <w:rsid w:val="00B5534B"/>
    <w:rsid w:val="00BA560A"/>
    <w:rsid w:val="00BD0A92"/>
    <w:rsid w:val="00C00B0B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25F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25F08"/>
    <w:rPr>
      <w:sz w:val="24"/>
    </w:rPr>
  </w:style>
  <w:style w:type="paragraph" w:styleId="ad">
    <w:name w:val="footer"/>
    <w:basedOn w:val="a"/>
    <w:link w:val="ae"/>
    <w:uiPriority w:val="99"/>
    <w:rsid w:val="00825F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25F08"/>
    <w:rPr>
      <w:sz w:val="24"/>
    </w:rPr>
  </w:style>
  <w:style w:type="paragraph" w:styleId="af">
    <w:name w:val="Balloon Text"/>
    <w:basedOn w:val="a"/>
    <w:link w:val="af0"/>
    <w:rsid w:val="00825F0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25F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25F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25F08"/>
    <w:rPr>
      <w:sz w:val="24"/>
    </w:rPr>
  </w:style>
  <w:style w:type="paragraph" w:styleId="ad">
    <w:name w:val="footer"/>
    <w:basedOn w:val="a"/>
    <w:link w:val="ae"/>
    <w:uiPriority w:val="99"/>
    <w:rsid w:val="00825F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25F08"/>
    <w:rPr>
      <w:sz w:val="24"/>
    </w:rPr>
  </w:style>
  <w:style w:type="paragraph" w:styleId="af">
    <w:name w:val="Balloon Text"/>
    <w:basedOn w:val="a"/>
    <w:link w:val="af0"/>
    <w:rsid w:val="00825F0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25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25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3</cp:revision>
  <cp:lastPrinted>2015-11-12T12:55:00Z</cp:lastPrinted>
  <dcterms:created xsi:type="dcterms:W3CDTF">2015-11-12T12:25:00Z</dcterms:created>
  <dcterms:modified xsi:type="dcterms:W3CDTF">2018-02-14T08:59:00Z</dcterms:modified>
</cp:coreProperties>
</file>