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</w:p>
    <w:p w:rsidR="00B3448B" w:rsidRPr="00103C56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103C56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103C56" w:rsidRPr="00103C56">
        <w:rPr>
          <w:rStyle w:val="a9"/>
        </w:rPr>
        <w:t>ПУБЛИЧНОЕ АКЦИОНЕРНОЕ ОБЩЕСТВО "САРАТОВСКИЙ НЕФТЕПЕРЕРАБАТЫВАЮЩИЙ ЗАВОД"</w:t>
      </w:r>
      <w:r w:rsidRPr="00883461">
        <w:rPr>
          <w:rStyle w:val="a9"/>
        </w:rPr>
        <w:fldChar w:fldCharType="end"/>
      </w:r>
      <w:r w:rsidR="00103C56">
        <w:rPr>
          <w:rStyle w:val="a9"/>
        </w:rPr>
        <w:t xml:space="preserve">. </w:t>
      </w:r>
      <w:r w:rsidR="00103C56" w:rsidRPr="00103C56">
        <w:rPr>
          <w:rStyle w:val="a9"/>
        </w:rPr>
        <w:t>Цех №12 Электроцех</w:t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E2590C" w:rsidRPr="00F06873" w:rsidTr="004654AF">
        <w:trPr>
          <w:jc w:val="center"/>
        </w:trPr>
        <w:tc>
          <w:tcPr>
            <w:tcW w:w="3518" w:type="dxa"/>
            <w:vAlign w:val="center"/>
          </w:tcPr>
          <w:p w:rsidR="00E2590C" w:rsidRPr="00F06873" w:rsidRDefault="00E2590C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E2590C" w:rsidRPr="00F06873" w:rsidRDefault="00E2590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1041</w:t>
            </w:r>
          </w:p>
        </w:tc>
        <w:tc>
          <w:tcPr>
            <w:tcW w:w="3118" w:type="dxa"/>
            <w:vAlign w:val="center"/>
          </w:tcPr>
          <w:p w:rsidR="00E2590C" w:rsidRPr="00F06873" w:rsidRDefault="00E2590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1063" w:type="dxa"/>
            <w:vAlign w:val="center"/>
          </w:tcPr>
          <w:p w:rsidR="00E2590C" w:rsidRPr="00F06873" w:rsidRDefault="00E2590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E2590C" w:rsidRPr="00F06873" w:rsidRDefault="00E2590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E2590C" w:rsidRPr="00F06873" w:rsidRDefault="00E2590C" w:rsidP="00D0245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69" w:type="dxa"/>
            <w:vAlign w:val="center"/>
          </w:tcPr>
          <w:p w:rsidR="00E2590C" w:rsidRPr="00F06873" w:rsidRDefault="00E2590C" w:rsidP="00D0245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169" w:type="dxa"/>
            <w:vAlign w:val="center"/>
          </w:tcPr>
          <w:p w:rsidR="00E2590C" w:rsidRPr="00F06873" w:rsidRDefault="00E2590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E2590C" w:rsidRPr="00F06873" w:rsidRDefault="00E2590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E2590C" w:rsidRPr="00F06873" w:rsidRDefault="00E2590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2590C" w:rsidRPr="00F06873" w:rsidTr="004654AF">
        <w:trPr>
          <w:jc w:val="center"/>
        </w:trPr>
        <w:tc>
          <w:tcPr>
            <w:tcW w:w="3518" w:type="dxa"/>
            <w:vAlign w:val="center"/>
          </w:tcPr>
          <w:p w:rsidR="00E2590C" w:rsidRPr="00F06873" w:rsidRDefault="00E2590C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E2590C" w:rsidRPr="00F06873" w:rsidRDefault="00E2590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1775</w:t>
            </w:r>
          </w:p>
        </w:tc>
        <w:tc>
          <w:tcPr>
            <w:tcW w:w="3118" w:type="dxa"/>
            <w:vAlign w:val="center"/>
          </w:tcPr>
          <w:p w:rsidR="00E2590C" w:rsidRPr="00F06873" w:rsidRDefault="00E2590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1063" w:type="dxa"/>
            <w:vAlign w:val="center"/>
          </w:tcPr>
          <w:p w:rsidR="00E2590C" w:rsidRPr="00F06873" w:rsidRDefault="00E2590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E2590C" w:rsidRPr="00F06873" w:rsidRDefault="00E2590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E2590C" w:rsidRPr="00F06873" w:rsidRDefault="00E2590C" w:rsidP="00D0245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69" w:type="dxa"/>
            <w:vAlign w:val="center"/>
          </w:tcPr>
          <w:p w:rsidR="00E2590C" w:rsidRPr="00F06873" w:rsidRDefault="00E2590C" w:rsidP="00D0245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169" w:type="dxa"/>
            <w:vAlign w:val="center"/>
          </w:tcPr>
          <w:p w:rsidR="00E2590C" w:rsidRPr="00F06873" w:rsidRDefault="00E2590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E2590C" w:rsidRPr="00F06873" w:rsidRDefault="00E2590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E2590C" w:rsidRPr="00F06873" w:rsidRDefault="00E2590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2590C" w:rsidRPr="00F06873" w:rsidTr="004654AF">
        <w:trPr>
          <w:jc w:val="center"/>
        </w:trPr>
        <w:tc>
          <w:tcPr>
            <w:tcW w:w="3518" w:type="dxa"/>
            <w:vAlign w:val="center"/>
          </w:tcPr>
          <w:p w:rsidR="00E2590C" w:rsidRPr="00F06873" w:rsidRDefault="00E2590C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E2590C" w:rsidRPr="00F06873" w:rsidRDefault="00E2590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564</w:t>
            </w:r>
          </w:p>
        </w:tc>
        <w:tc>
          <w:tcPr>
            <w:tcW w:w="3118" w:type="dxa"/>
            <w:vAlign w:val="center"/>
          </w:tcPr>
          <w:p w:rsidR="00E2590C" w:rsidRPr="00F06873" w:rsidRDefault="00E2590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3" w:type="dxa"/>
            <w:vAlign w:val="center"/>
          </w:tcPr>
          <w:p w:rsidR="00E2590C" w:rsidRPr="00F06873" w:rsidRDefault="00E2590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E2590C" w:rsidRPr="00F06873" w:rsidRDefault="00E2590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E2590C" w:rsidRPr="00F06873" w:rsidRDefault="00E2590C" w:rsidP="00D0245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E2590C" w:rsidRPr="00F06873" w:rsidRDefault="00E2590C" w:rsidP="00D0245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E2590C" w:rsidRPr="00F06873" w:rsidRDefault="00E2590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E2590C" w:rsidRPr="00F06873" w:rsidRDefault="00E2590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E2590C" w:rsidRPr="00F06873" w:rsidRDefault="00E2590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2590C" w:rsidRPr="00F06873" w:rsidTr="004654AF">
        <w:trPr>
          <w:jc w:val="center"/>
        </w:trPr>
        <w:tc>
          <w:tcPr>
            <w:tcW w:w="3518" w:type="dxa"/>
            <w:vAlign w:val="center"/>
          </w:tcPr>
          <w:p w:rsidR="00E2590C" w:rsidRPr="00F06873" w:rsidRDefault="00E2590C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E2590C" w:rsidRPr="00F06873" w:rsidRDefault="00E2590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E2590C" w:rsidRPr="00F06873" w:rsidRDefault="00E2590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E2590C" w:rsidRPr="00F06873" w:rsidRDefault="00E2590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E2590C" w:rsidRPr="00F06873" w:rsidRDefault="00E2590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E2590C" w:rsidRPr="00F06873" w:rsidRDefault="00E2590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E2590C" w:rsidRPr="00F06873" w:rsidRDefault="00E2590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E2590C" w:rsidRPr="00F06873" w:rsidRDefault="00E2590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E2590C" w:rsidRPr="00F06873" w:rsidRDefault="00E2590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E2590C" w:rsidRPr="00F06873" w:rsidRDefault="00E2590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2590C" w:rsidRPr="00F06873" w:rsidTr="004654AF">
        <w:trPr>
          <w:jc w:val="center"/>
        </w:trPr>
        <w:tc>
          <w:tcPr>
            <w:tcW w:w="3518" w:type="dxa"/>
            <w:vAlign w:val="center"/>
          </w:tcPr>
          <w:p w:rsidR="00E2590C" w:rsidRPr="00F06873" w:rsidRDefault="00E2590C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E2590C" w:rsidRPr="00F06873" w:rsidRDefault="00E2590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  <w:vAlign w:val="center"/>
          </w:tcPr>
          <w:p w:rsidR="00E2590C" w:rsidRPr="00F06873" w:rsidRDefault="00E2590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E2590C" w:rsidRPr="00F06873" w:rsidRDefault="00E2590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E2590C" w:rsidRPr="00F06873" w:rsidRDefault="00E2590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E2590C" w:rsidRPr="00F06873" w:rsidRDefault="00E2590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E2590C" w:rsidRPr="00F06873" w:rsidRDefault="00E2590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E2590C" w:rsidRPr="00F06873" w:rsidRDefault="00E2590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E2590C" w:rsidRPr="00F06873" w:rsidRDefault="00E2590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E2590C" w:rsidRPr="00F06873" w:rsidRDefault="00E2590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513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103C56">
        <w:trPr>
          <w:cantSplit/>
          <w:trHeight w:val="245"/>
          <w:tblHeader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дуальный номер рабочего места</w:t>
            </w:r>
          </w:p>
        </w:tc>
        <w:tc>
          <w:tcPr>
            <w:tcW w:w="2513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(да,нет)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103C56">
        <w:trPr>
          <w:cantSplit/>
          <w:trHeight w:val="2254"/>
          <w:tblHeader/>
        </w:trPr>
        <w:tc>
          <w:tcPr>
            <w:tcW w:w="1101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13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103C56">
        <w:tc>
          <w:tcPr>
            <w:tcW w:w="1101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513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Pr="00F06873" w:rsidRDefault="00103C5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b/>
                <w:sz w:val="18"/>
                <w:szCs w:val="18"/>
              </w:rPr>
            </w:pPr>
            <w:r w:rsidRPr="00103C56">
              <w:rPr>
                <w:b/>
                <w:sz w:val="18"/>
                <w:szCs w:val="18"/>
              </w:rPr>
              <w:t>Цех №12 Электроцех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Pr="00F06873" w:rsidRDefault="00103C5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i/>
                <w:sz w:val="18"/>
                <w:szCs w:val="18"/>
              </w:rPr>
            </w:pPr>
            <w:r w:rsidRPr="00103C56">
              <w:rPr>
                <w:i/>
                <w:sz w:val="18"/>
                <w:szCs w:val="18"/>
              </w:rPr>
              <w:t>Общецеховой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Pr="00F06873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12.00.01 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Pr="00F06873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12.00.02 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12.00.03 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12.00.04 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по учету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i/>
                <w:sz w:val="18"/>
                <w:szCs w:val="18"/>
              </w:rPr>
            </w:pPr>
            <w:r w:rsidRPr="00103C56">
              <w:rPr>
                <w:i/>
                <w:sz w:val="18"/>
                <w:szCs w:val="18"/>
              </w:rPr>
              <w:t>Участок №1 по обслужив</w:t>
            </w:r>
            <w:r w:rsidRPr="00103C56">
              <w:rPr>
                <w:i/>
                <w:sz w:val="18"/>
                <w:szCs w:val="18"/>
              </w:rPr>
              <w:t>а</w:t>
            </w:r>
            <w:r w:rsidRPr="00103C56">
              <w:rPr>
                <w:i/>
                <w:sz w:val="18"/>
                <w:szCs w:val="18"/>
              </w:rPr>
              <w:t>нию и ремонту высоковол</w:t>
            </w:r>
            <w:r w:rsidRPr="00103C56">
              <w:rPr>
                <w:i/>
                <w:sz w:val="18"/>
                <w:szCs w:val="18"/>
              </w:rPr>
              <w:t>ь</w:t>
            </w:r>
            <w:r w:rsidRPr="00103C56">
              <w:rPr>
                <w:i/>
                <w:sz w:val="18"/>
                <w:szCs w:val="18"/>
              </w:rPr>
              <w:t>тных сетей, подстанций и оперативному управлению электроустановками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12.01.01 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12.01.02 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12.01.03 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12.01.04А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(группа по опер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тивному управлению элек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роустановками)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Да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12.01.05А (12.01.04А)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(группа по опер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тивному управлению элек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роустановками)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Да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12.01.06А (12.01.04А)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(группа по опер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тивному управлению элек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роустановками)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Да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12.01.07А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(группа по обсл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живанию и ремонту высок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вольтных сетей, подстанций)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Да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12.01.08А (12.01.07А)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(группа по обсл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lastRenderedPageBreak/>
              <w:t>живанию и ремонту высок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вольтных сетей, подстанций)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Да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12.01.09А (12.01.07А)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(группа по обсл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живанию и ремонту высок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вольтных сетей, подстанций)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Да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12.01.10А (12.01.07А)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(группа по обсл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живанию и ремонту высок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вольтных сетей, подстанций)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Да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12.01.11А (12.01.07А)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(группа по обсл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живанию и ремонту высок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вольтных сетей, подстанций)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Да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12.01.12А (12.01.07А)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(группа по обсл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живанию и ремонту высок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вольтных сетей, подстанций)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Да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12.01.13А (12.01.07А)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(группа по обсл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живанию и ремонту высок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вольтных сетей, подстанций)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Да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12.01.14А (12.01.07А)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(группа по обсл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живанию и ремонту высок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вольтных сетей, подстанций)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Да</w:t>
            </w:r>
          </w:p>
        </w:tc>
      </w:tr>
      <w:tr w:rsidR="00103C56" w:rsidRPr="00F06873" w:rsidTr="00103C56">
        <w:trPr>
          <w:trHeight w:val="588"/>
        </w:trPr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i/>
                <w:sz w:val="18"/>
                <w:szCs w:val="18"/>
              </w:rPr>
            </w:pPr>
            <w:r w:rsidRPr="00103C56">
              <w:rPr>
                <w:i/>
                <w:sz w:val="18"/>
                <w:szCs w:val="18"/>
              </w:rPr>
              <w:t>Участок №2 электротехн</w:t>
            </w:r>
            <w:r w:rsidRPr="00103C56">
              <w:rPr>
                <w:i/>
                <w:sz w:val="18"/>
                <w:szCs w:val="18"/>
              </w:rPr>
              <w:t>и</w:t>
            </w:r>
            <w:r w:rsidRPr="00103C56">
              <w:rPr>
                <w:i/>
                <w:sz w:val="18"/>
                <w:szCs w:val="18"/>
              </w:rPr>
              <w:t>ческая лаборатория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12.02.01 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электротехнич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ской лаборатории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Нет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12.02.02 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релейной защите и автоматике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Нет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12.02.03 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электроприводу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Нет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12.02.04А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электротехлабор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Нет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12.02.05А (12.02.04А)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электротехлабор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Нет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12.02.06 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электротехнике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Нет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12.02.07А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Да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12.02.08А (12.02.07А)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Да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12.02.09А (12.02.07А)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Да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12.02.10А (12.02.07А)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Да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12.02.11А (12.02.07А)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Да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12.02.12А (12.02.07А)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Да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12.02.13А (12.02.07А)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Pr="00103C56" w:rsidRDefault="00103C56" w:rsidP="001B19D8">
            <w:pPr>
              <w:ind w:left="-70" w:right="-104"/>
              <w:jc w:val="center"/>
              <w:rPr>
                <w:sz w:val="18"/>
                <w:szCs w:val="18"/>
                <w:highlight w:val="green"/>
              </w:rPr>
            </w:pPr>
            <w:r w:rsidRPr="00E2590C">
              <w:rPr>
                <w:sz w:val="18"/>
                <w:szCs w:val="18"/>
              </w:rPr>
              <w:t>Да</w:t>
            </w:r>
          </w:p>
        </w:tc>
      </w:tr>
      <w:tr w:rsidR="00103C56" w:rsidRPr="00F06873" w:rsidTr="00C258A8">
        <w:trPr>
          <w:trHeight w:val="668"/>
        </w:trPr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i/>
                <w:sz w:val="18"/>
                <w:szCs w:val="18"/>
              </w:rPr>
            </w:pPr>
            <w:r w:rsidRPr="00103C56">
              <w:rPr>
                <w:i/>
                <w:sz w:val="18"/>
                <w:szCs w:val="18"/>
              </w:rPr>
              <w:t>Участок №3 по ремонту и обслуживанию электрооб</w:t>
            </w:r>
            <w:r w:rsidRPr="00103C56">
              <w:rPr>
                <w:i/>
                <w:sz w:val="18"/>
                <w:szCs w:val="18"/>
              </w:rPr>
              <w:t>о</w:t>
            </w:r>
            <w:r w:rsidRPr="00103C56">
              <w:rPr>
                <w:i/>
                <w:sz w:val="18"/>
                <w:szCs w:val="18"/>
              </w:rPr>
              <w:t>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12.03.01 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12.03.02 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12.03.03 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12.03.04 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по ремонту оборуд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12.03.05 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по ремонту электр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12.03.06А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(группа ремонтн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го персонала, обслуживание электрооборудования до 1000В)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12.03.07А (12.03.06А)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(группа ремонтн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го персонала, обслуживание электрооборудования до 1000В)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03C56" w:rsidRPr="00F06873" w:rsidTr="00C258A8">
        <w:trPr>
          <w:trHeight w:val="1373"/>
        </w:trPr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12.03.08А (12.03.06А)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(группа ремонтн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го персонала, обслуживание электрооборудования до 1000В)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12.03.09А (12.03.06А)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(группа ремонтн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го персонала, обслуживание электрооборудования до 1000В)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12.03.10А (12.03.06А)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(группа ремонтн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го персонала, обслуживание электрооборудования до 1000В)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12.03.11А (12.03.06А)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(группа ремонтн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го персонала, обслуживание электрооборудования до 1000В)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12.03.12А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(группа по обсл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живанию и ремонту электр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двигателей)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12.03.13А (12.03.12А)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(группа по обсл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живанию и ремонту электр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двигателей)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12.03.14А (12.03.12А)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(группа по обсл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живанию и ремонту электр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lastRenderedPageBreak/>
              <w:t>двигателей)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12.03.15А (12.03.12А)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(группа по обсл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живанию и ремонту электр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двигателей)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12.03.16А (12.03.12А)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(группа по обсл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живанию и ремонту электр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двигателей)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12.03.17А (12.03.12А)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(группа по обсл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живанию и ремонту электр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двигателей)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03C56" w:rsidRPr="00F06873" w:rsidTr="000536F2">
        <w:trPr>
          <w:trHeight w:val="1061"/>
        </w:trPr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12.03.18А (12.03.12А)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(группа по обсл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живанию и ремонту электр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двигателей)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03C56" w:rsidRPr="00F06873" w:rsidTr="000536F2">
        <w:trPr>
          <w:trHeight w:val="1147"/>
        </w:trPr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12.03.19А (12.03.12А)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(группа по обсл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живанию и ремонту электр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двигателей)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12.03.20А (12.03.12А)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(группа по обсл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живанию и ремонту электр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двигателей)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12.03.21А (12.03.12А)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(группа по обсл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живанию и ремонту электр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двигателей)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12.03.22 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(группа операти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но-ремонтного персонала, производство №1)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12.03.23 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(группа операти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но-ремонтного персонала, производство №2)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12.03.24А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(группа операти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но-ремонтного персонала, производства №1, 3, 4 и об</w:t>
            </w:r>
            <w:r>
              <w:rPr>
                <w:sz w:val="18"/>
                <w:szCs w:val="18"/>
              </w:rPr>
              <w:t>ъ</w:t>
            </w:r>
            <w:r>
              <w:rPr>
                <w:sz w:val="18"/>
                <w:szCs w:val="18"/>
              </w:rPr>
              <w:t>екты служб)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Pr="00E2590C" w:rsidRDefault="00103C56" w:rsidP="000D048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3.</w:t>
            </w:r>
            <w:r w:rsidR="000D048C" w:rsidRPr="00E2590C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Pr="00E2590C" w:rsidRDefault="00103C56" w:rsidP="00C404B3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3.</w:t>
            </w:r>
            <w:r w:rsidR="00C404B3" w:rsidRPr="00E2590C"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Pr="00E2590C" w:rsidRDefault="00103C56" w:rsidP="000D048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3.</w:t>
            </w:r>
            <w:r w:rsidR="000D048C" w:rsidRPr="00E2590C"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Pr="00E2590C" w:rsidRDefault="000D04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12.03.25А (12.03.24А)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(группа операти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но-ремонтного персонала, производства №1, 3, 4 и об</w:t>
            </w:r>
            <w:r>
              <w:rPr>
                <w:sz w:val="18"/>
                <w:szCs w:val="18"/>
              </w:rPr>
              <w:t>ъ</w:t>
            </w:r>
            <w:r>
              <w:rPr>
                <w:sz w:val="18"/>
                <w:szCs w:val="18"/>
              </w:rPr>
              <w:t>екты служб)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Pr="00E2590C" w:rsidRDefault="00103C56" w:rsidP="000D048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3.</w:t>
            </w:r>
            <w:r w:rsidR="000D048C" w:rsidRPr="00E2590C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Pr="00E2590C" w:rsidRDefault="00103C56" w:rsidP="00C404B3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3.</w:t>
            </w:r>
            <w:r w:rsidR="00C404B3" w:rsidRPr="00E2590C"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Pr="00E2590C" w:rsidRDefault="00103C56" w:rsidP="000D048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3.</w:t>
            </w:r>
            <w:r w:rsidR="000D048C" w:rsidRPr="00E2590C"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Pr="00E2590C" w:rsidRDefault="000D04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03C56" w:rsidRPr="00F06873" w:rsidTr="00103C56">
        <w:tc>
          <w:tcPr>
            <w:tcW w:w="1101" w:type="dxa"/>
            <w:shd w:val="clear" w:color="auto" w:fill="auto"/>
            <w:vAlign w:val="center"/>
          </w:tcPr>
          <w:p w:rsid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12.03.26А (12.03.24А)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03C56" w:rsidRPr="00103C56" w:rsidRDefault="00103C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(группа операти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но-ремонтного персонала, производства №1, 3, 4 и об</w:t>
            </w:r>
            <w:r>
              <w:rPr>
                <w:sz w:val="18"/>
                <w:szCs w:val="18"/>
              </w:rPr>
              <w:t>ъ</w:t>
            </w:r>
            <w:r>
              <w:rPr>
                <w:sz w:val="18"/>
                <w:szCs w:val="18"/>
              </w:rPr>
              <w:lastRenderedPageBreak/>
              <w:t>екты служб)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Pr="00E2590C" w:rsidRDefault="00103C56" w:rsidP="000D048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3.</w:t>
            </w:r>
            <w:r w:rsidR="000D048C" w:rsidRPr="00E2590C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03C56" w:rsidRPr="00E2590C" w:rsidRDefault="00103C56" w:rsidP="00C404B3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3.</w:t>
            </w:r>
            <w:r w:rsidR="00C404B3" w:rsidRPr="00E2590C"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Pr="00E2590C" w:rsidRDefault="00103C56" w:rsidP="000D048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3.</w:t>
            </w:r>
            <w:r w:rsidR="000D048C" w:rsidRPr="00E2590C"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Pr="00E2590C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Pr="00E2590C" w:rsidRDefault="000D04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03C56" w:rsidRDefault="00103C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404B3" w:rsidRPr="00F06873" w:rsidTr="00103C56">
        <w:tc>
          <w:tcPr>
            <w:tcW w:w="1101" w:type="dxa"/>
            <w:shd w:val="clear" w:color="auto" w:fill="auto"/>
            <w:vAlign w:val="center"/>
          </w:tcPr>
          <w:p w:rsidR="00C404B3" w:rsidRDefault="00C40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12.03.27А (12.03.24А)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04B3" w:rsidRPr="00103C56" w:rsidRDefault="00C40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(группа операти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но-ремонтного персонала, производства №1, 3, 4 и об</w:t>
            </w:r>
            <w:r>
              <w:rPr>
                <w:sz w:val="18"/>
                <w:szCs w:val="18"/>
              </w:rPr>
              <w:t>ъ</w:t>
            </w:r>
            <w:r>
              <w:rPr>
                <w:sz w:val="18"/>
                <w:szCs w:val="18"/>
              </w:rPr>
              <w:t>екты служб)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0B493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0B493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0B493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Pr="00E2590C" w:rsidRDefault="00C404B3" w:rsidP="000B4937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Pr="00E2590C" w:rsidRDefault="00C404B3" w:rsidP="000B4937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Pr="00E2590C" w:rsidRDefault="00C404B3" w:rsidP="000B4937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Pr="00E2590C" w:rsidRDefault="00C404B3" w:rsidP="000B4937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Pr="00E2590C" w:rsidRDefault="00C404B3" w:rsidP="000B4937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Pr="00E2590C" w:rsidRDefault="00C404B3" w:rsidP="000B4937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Pr="00E2590C" w:rsidRDefault="00C404B3" w:rsidP="000B4937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Pr="00E2590C" w:rsidRDefault="00C404B3" w:rsidP="000B4937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Pr="00E2590C" w:rsidRDefault="00C404B3" w:rsidP="000B4937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Pr="00E2590C" w:rsidRDefault="00C404B3" w:rsidP="000B4937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04B3" w:rsidRPr="00E2590C" w:rsidRDefault="00C404B3" w:rsidP="000B4937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Pr="00E2590C" w:rsidRDefault="00C404B3" w:rsidP="000B4937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04B3" w:rsidRPr="00E2590C" w:rsidRDefault="00C404B3" w:rsidP="000B4937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Pr="00E2590C" w:rsidRDefault="00C404B3" w:rsidP="000B4937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Pr="00E2590C" w:rsidRDefault="00C404B3" w:rsidP="000B4937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0B493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0B493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0B493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04B3" w:rsidRDefault="00C404B3" w:rsidP="000B493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404B3" w:rsidRPr="00F06873" w:rsidTr="00103C56">
        <w:tc>
          <w:tcPr>
            <w:tcW w:w="1101" w:type="dxa"/>
            <w:shd w:val="clear" w:color="auto" w:fill="auto"/>
            <w:vAlign w:val="center"/>
          </w:tcPr>
          <w:p w:rsidR="00C404B3" w:rsidRDefault="00C40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12.03.28А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04B3" w:rsidRPr="00103C56" w:rsidRDefault="00C40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(группа операти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но-ремонтного персонала, производство №4 и Вол</w:t>
            </w:r>
            <w:r>
              <w:rPr>
                <w:sz w:val="18"/>
                <w:szCs w:val="18"/>
              </w:rPr>
              <w:t>ж</w:t>
            </w:r>
            <w:r>
              <w:rPr>
                <w:sz w:val="18"/>
                <w:szCs w:val="18"/>
              </w:rPr>
              <w:t>ский причал)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404B3" w:rsidRPr="00F06873" w:rsidTr="00AC5C11">
        <w:trPr>
          <w:trHeight w:val="1407"/>
        </w:trPr>
        <w:tc>
          <w:tcPr>
            <w:tcW w:w="1101" w:type="dxa"/>
            <w:shd w:val="clear" w:color="auto" w:fill="auto"/>
            <w:vAlign w:val="center"/>
          </w:tcPr>
          <w:p w:rsidR="00C404B3" w:rsidRDefault="00C40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12.03.29А (12.03.28А)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04B3" w:rsidRPr="00103C56" w:rsidRDefault="00C40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(группа операти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но-ремонтного персонала, производство №4 и Вол</w:t>
            </w:r>
            <w:r>
              <w:rPr>
                <w:sz w:val="18"/>
                <w:szCs w:val="18"/>
              </w:rPr>
              <w:t>ж</w:t>
            </w:r>
            <w:r>
              <w:rPr>
                <w:sz w:val="18"/>
                <w:szCs w:val="18"/>
              </w:rPr>
              <w:t>ский причал)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404B3" w:rsidRPr="00F06873" w:rsidTr="00AC5C11">
        <w:trPr>
          <w:trHeight w:val="1425"/>
        </w:trPr>
        <w:tc>
          <w:tcPr>
            <w:tcW w:w="1101" w:type="dxa"/>
            <w:shd w:val="clear" w:color="auto" w:fill="auto"/>
            <w:vAlign w:val="center"/>
          </w:tcPr>
          <w:p w:rsidR="00C404B3" w:rsidRDefault="00C40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12.03.30 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04B3" w:rsidRPr="00103C56" w:rsidRDefault="00C40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(группа операти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но-ремонтного персонала, группа 2, 3, 4 производства №4 и причалов)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Pr="00E2590C" w:rsidRDefault="00C404B3" w:rsidP="00E95624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04B3" w:rsidRPr="00E2590C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Pr="00E2590C" w:rsidRDefault="00C404B3" w:rsidP="00C404B3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04B3" w:rsidRPr="00E2590C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Pr="00E2590C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Pr="00E2590C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Pr="00E2590C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Pr="00E2590C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Pr="00E2590C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04B3" w:rsidRPr="00E2590C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Да</w:t>
            </w:r>
          </w:p>
        </w:tc>
      </w:tr>
      <w:tr w:rsidR="00C404B3" w:rsidRPr="00F06873" w:rsidTr="00103C56">
        <w:tc>
          <w:tcPr>
            <w:tcW w:w="1101" w:type="dxa"/>
            <w:shd w:val="clear" w:color="auto" w:fill="auto"/>
            <w:vAlign w:val="center"/>
          </w:tcPr>
          <w:p w:rsidR="00C404B3" w:rsidRDefault="00C40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12.03.31А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04B3" w:rsidRPr="00103C56" w:rsidRDefault="00C40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(ремонтная гру</w:t>
            </w:r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па, группа 2, 3, 4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ства №4 и причалов)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Pr="00E2590C" w:rsidRDefault="00C404B3" w:rsidP="00E95624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04B3" w:rsidRPr="00E2590C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Pr="00E2590C" w:rsidRDefault="00C404B3" w:rsidP="00C404B3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04B3" w:rsidRPr="00E2590C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Pr="00E2590C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Pr="00E2590C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Pr="00E2590C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Pr="00E2590C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Pr="00E2590C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04B3" w:rsidRPr="00E2590C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Да</w:t>
            </w:r>
          </w:p>
        </w:tc>
      </w:tr>
      <w:tr w:rsidR="00C404B3" w:rsidRPr="00F06873" w:rsidTr="00103C56">
        <w:tc>
          <w:tcPr>
            <w:tcW w:w="1101" w:type="dxa"/>
            <w:shd w:val="clear" w:color="auto" w:fill="auto"/>
            <w:vAlign w:val="center"/>
          </w:tcPr>
          <w:p w:rsidR="00C404B3" w:rsidRDefault="00C40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12.03.32А (12.03.31А)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04B3" w:rsidRPr="00103C56" w:rsidRDefault="00C40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(ремонтная гру</w:t>
            </w:r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па, группа 2, 3, 4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ства №4 и причалов)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Pr="00E2590C" w:rsidRDefault="00C404B3" w:rsidP="00E95624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04B3" w:rsidRPr="00E2590C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Pr="00E2590C" w:rsidRDefault="00C404B3" w:rsidP="00C404B3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04B3" w:rsidRPr="00E2590C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Pr="00E2590C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Pr="00E2590C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Pr="00E2590C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Pr="00E2590C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Pr="00E2590C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04B3" w:rsidRPr="00E2590C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Да</w:t>
            </w:r>
          </w:p>
        </w:tc>
      </w:tr>
      <w:tr w:rsidR="00C404B3" w:rsidRPr="00F06873" w:rsidTr="00103C56">
        <w:tc>
          <w:tcPr>
            <w:tcW w:w="1101" w:type="dxa"/>
            <w:shd w:val="clear" w:color="auto" w:fill="auto"/>
            <w:vAlign w:val="center"/>
          </w:tcPr>
          <w:p w:rsidR="00C404B3" w:rsidRDefault="00C40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12.03.33А (12.03.31А)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04B3" w:rsidRPr="00103C56" w:rsidRDefault="00C40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(ремонтная гру</w:t>
            </w:r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па, группа 2, 3, 4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ства №4 и причалов)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Pr="00E2590C" w:rsidRDefault="00C404B3" w:rsidP="00E95624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04B3" w:rsidRPr="00E2590C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Pr="00E2590C" w:rsidRDefault="00C404B3" w:rsidP="000B4937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04B3" w:rsidRPr="00E2590C" w:rsidRDefault="00C404B3" w:rsidP="000B4937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Pr="00E2590C" w:rsidRDefault="00C404B3" w:rsidP="000B4937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Pr="00E2590C" w:rsidRDefault="00C404B3" w:rsidP="000B4937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Pr="00E2590C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Pr="00E2590C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Pr="00E2590C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04B3" w:rsidRPr="00E2590C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Да</w:t>
            </w:r>
          </w:p>
        </w:tc>
      </w:tr>
      <w:tr w:rsidR="00C404B3" w:rsidRPr="00F06873" w:rsidTr="00103C56">
        <w:tc>
          <w:tcPr>
            <w:tcW w:w="1101" w:type="dxa"/>
            <w:shd w:val="clear" w:color="auto" w:fill="auto"/>
            <w:vAlign w:val="center"/>
          </w:tcPr>
          <w:p w:rsidR="00C404B3" w:rsidRDefault="00C40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12.03.34А (12.03.31А)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04B3" w:rsidRPr="00103C56" w:rsidRDefault="00C40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(ремонтная гру</w:t>
            </w:r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па, группа 2, 3, 4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ства №4 и причалов)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Pr="00E2590C" w:rsidRDefault="00C404B3" w:rsidP="00E95624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04B3" w:rsidRPr="00E2590C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Pr="00E2590C" w:rsidRDefault="00C404B3" w:rsidP="000B4937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04B3" w:rsidRPr="00E2590C" w:rsidRDefault="00C404B3" w:rsidP="000B4937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Pr="00E2590C" w:rsidRDefault="00C404B3" w:rsidP="000B4937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Pr="00E2590C" w:rsidRDefault="00C404B3" w:rsidP="000B4937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Pr="00E2590C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Pr="00E2590C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Pr="00E2590C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04B3" w:rsidRPr="00E2590C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Да</w:t>
            </w:r>
          </w:p>
        </w:tc>
      </w:tr>
      <w:tr w:rsidR="00C404B3" w:rsidRPr="00F06873" w:rsidTr="00AC5C11">
        <w:trPr>
          <w:trHeight w:val="1144"/>
        </w:trPr>
        <w:tc>
          <w:tcPr>
            <w:tcW w:w="1101" w:type="dxa"/>
            <w:shd w:val="clear" w:color="auto" w:fill="auto"/>
            <w:vAlign w:val="center"/>
          </w:tcPr>
          <w:p w:rsidR="00C404B3" w:rsidRDefault="00C40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12.03.35А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04B3" w:rsidRPr="00103C56" w:rsidRDefault="00C40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(группа операти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но-ремонтного персонала, производство №3)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04B3" w:rsidRPr="00C258A8" w:rsidRDefault="00E2590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C258A8">
              <w:rPr>
                <w:sz w:val="18"/>
                <w:szCs w:val="18"/>
              </w:rPr>
              <w:t>Да</w:t>
            </w:r>
          </w:p>
        </w:tc>
      </w:tr>
      <w:tr w:rsidR="00C404B3" w:rsidRPr="00F06873" w:rsidTr="00AC5C11">
        <w:trPr>
          <w:trHeight w:val="1088"/>
        </w:trPr>
        <w:tc>
          <w:tcPr>
            <w:tcW w:w="1101" w:type="dxa"/>
            <w:shd w:val="clear" w:color="auto" w:fill="auto"/>
            <w:vAlign w:val="center"/>
          </w:tcPr>
          <w:p w:rsidR="00C404B3" w:rsidRDefault="00C40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12.03.36А (12.03.35А)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04B3" w:rsidRPr="00103C56" w:rsidRDefault="00C40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(группа операти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но-ремонтного персонала, производство №3)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04B3" w:rsidRPr="00C258A8" w:rsidRDefault="00E2590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C258A8">
              <w:rPr>
                <w:sz w:val="18"/>
                <w:szCs w:val="18"/>
              </w:rPr>
              <w:t>Да</w:t>
            </w:r>
          </w:p>
        </w:tc>
      </w:tr>
      <w:tr w:rsidR="00C404B3" w:rsidRPr="00F06873" w:rsidTr="00103C56">
        <w:tc>
          <w:tcPr>
            <w:tcW w:w="1101" w:type="dxa"/>
            <w:shd w:val="clear" w:color="auto" w:fill="auto"/>
            <w:vAlign w:val="center"/>
          </w:tcPr>
          <w:p w:rsidR="00C404B3" w:rsidRDefault="00C40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12.03.37А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04B3" w:rsidRPr="00103C56" w:rsidRDefault="00C40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(группа операти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но-ремонтного персонала административно-бытового комплекса)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C258A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C258A8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C258A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C258A8"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258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04B3" w:rsidRPr="00E2590C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Нет</w:t>
            </w:r>
          </w:p>
        </w:tc>
      </w:tr>
      <w:tr w:rsidR="00C404B3" w:rsidRPr="00F06873" w:rsidTr="00103C56">
        <w:tc>
          <w:tcPr>
            <w:tcW w:w="1101" w:type="dxa"/>
            <w:shd w:val="clear" w:color="auto" w:fill="auto"/>
            <w:vAlign w:val="center"/>
          </w:tcPr>
          <w:p w:rsidR="00C404B3" w:rsidRDefault="00C40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12.03.38А (12.03.37А)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04B3" w:rsidRPr="00103C56" w:rsidRDefault="00C40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(группа операти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но-ремонтного персонала административно-бытового комплекса)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C258A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C258A8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C258A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C258A8"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258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04B3" w:rsidRPr="00E2590C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2590C">
              <w:rPr>
                <w:sz w:val="18"/>
                <w:szCs w:val="18"/>
              </w:rPr>
              <w:t>Нет</w:t>
            </w:r>
          </w:p>
        </w:tc>
      </w:tr>
      <w:tr w:rsidR="00C404B3" w:rsidRPr="00F06873" w:rsidTr="00103C56">
        <w:tc>
          <w:tcPr>
            <w:tcW w:w="1101" w:type="dxa"/>
            <w:shd w:val="clear" w:color="auto" w:fill="auto"/>
            <w:vAlign w:val="center"/>
          </w:tcPr>
          <w:p w:rsidR="00C404B3" w:rsidRDefault="00C404B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C404B3" w:rsidRPr="00103C56" w:rsidRDefault="00C404B3" w:rsidP="001B19D8">
            <w:pPr>
              <w:jc w:val="center"/>
              <w:rPr>
                <w:i/>
                <w:sz w:val="18"/>
                <w:szCs w:val="18"/>
              </w:rPr>
            </w:pPr>
            <w:r w:rsidRPr="00103C56">
              <w:rPr>
                <w:i/>
                <w:sz w:val="18"/>
                <w:szCs w:val="18"/>
              </w:rPr>
              <w:t>Ремонтная группа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04B3" w:rsidRPr="00F06873" w:rsidTr="00103C56">
        <w:tc>
          <w:tcPr>
            <w:tcW w:w="1101" w:type="dxa"/>
            <w:shd w:val="clear" w:color="auto" w:fill="auto"/>
            <w:vAlign w:val="center"/>
          </w:tcPr>
          <w:p w:rsidR="00C404B3" w:rsidRDefault="00C40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12.04.01 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04B3" w:rsidRPr="00103C56" w:rsidRDefault="00C40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04B3" w:rsidRPr="00F06873" w:rsidTr="00103C56">
        <w:tc>
          <w:tcPr>
            <w:tcW w:w="1101" w:type="dxa"/>
            <w:shd w:val="clear" w:color="auto" w:fill="auto"/>
            <w:vAlign w:val="center"/>
          </w:tcPr>
          <w:p w:rsidR="00C404B3" w:rsidRDefault="00C40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12.04.02 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04B3" w:rsidRPr="00103C56" w:rsidRDefault="00C404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Слесарь-инструментальщик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04B3" w:rsidRDefault="00C404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DC1A91" w:rsidRPr="00942115" w:rsidRDefault="00936F48" w:rsidP="00DC1A91"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fill_date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AC5C11">
        <w:rPr>
          <w:rStyle w:val="a9"/>
        </w:rPr>
        <w:t>02.10.2015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sectPr w:rsidR="00DC1A91" w:rsidRPr="00942115" w:rsidSect="00020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210" w:rsidRDefault="00847210" w:rsidP="00103C56">
      <w:r>
        <w:separator/>
      </w:r>
    </w:p>
  </w:endnote>
  <w:endnote w:type="continuationSeparator" w:id="0">
    <w:p w:rsidR="00847210" w:rsidRDefault="00847210" w:rsidP="00103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115" w:rsidRDefault="00942115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624" w:rsidRDefault="00E95624" w:rsidP="00103C56">
    <w:pPr>
      <w:pStyle w:val="ad"/>
      <w:pBdr>
        <w:top w:val="thinThickSmallGap" w:sz="24" w:space="1" w:color="622423"/>
      </w:pBdr>
      <w:tabs>
        <w:tab w:val="clear" w:pos="4677"/>
        <w:tab w:val="clear" w:pos="9355"/>
        <w:tab w:val="right" w:pos="15136"/>
      </w:tabs>
    </w:pPr>
    <w:r w:rsidRPr="000F0714">
      <w:t xml:space="preserve">Сводная ведомость результатов </w:t>
    </w:r>
    <w:r w:rsidRPr="004654AF">
      <w:t xml:space="preserve">проведения </w:t>
    </w:r>
    <w:r w:rsidRPr="000F0714">
      <w:t>специальной оценки условий труда</w:t>
    </w:r>
    <w:r>
      <w:t xml:space="preserve"> в ПАО «САРАТОВСКИЙ НПЗ». </w:t>
    </w:r>
  </w:p>
  <w:p w:rsidR="00E95624" w:rsidRPr="00103C56" w:rsidRDefault="00E95624" w:rsidP="00103C56">
    <w:pPr>
      <w:pStyle w:val="ad"/>
      <w:pBdr>
        <w:top w:val="thinThickSmallGap" w:sz="24" w:space="1" w:color="622423"/>
      </w:pBdr>
      <w:tabs>
        <w:tab w:val="clear" w:pos="4677"/>
        <w:tab w:val="clear" w:pos="9355"/>
        <w:tab w:val="right" w:pos="15136"/>
      </w:tabs>
      <w:rPr>
        <w:rFonts w:ascii="Cambria" w:hAnsi="Cambria"/>
      </w:rPr>
    </w:pPr>
    <w:r>
      <w:t>Цех №12 Электроцех</w:t>
    </w:r>
    <w:r w:rsidRPr="00103C56">
      <w:rPr>
        <w:rFonts w:ascii="Cambria" w:hAnsi="Cambria"/>
      </w:rPr>
      <w:tab/>
      <w:t>Стр</w:t>
    </w:r>
    <w:r>
      <w:rPr>
        <w:rFonts w:ascii="Cambria" w:hAnsi="Cambria"/>
      </w:rPr>
      <w:t>.</w:t>
    </w:r>
    <w:r w:rsidRPr="00103C56">
      <w:rPr>
        <w:rFonts w:ascii="Cambria" w:hAnsi="Cambria"/>
      </w:rPr>
      <w:t xml:space="preserve"> </w:t>
    </w:r>
    <w:r w:rsidRPr="00103C56">
      <w:rPr>
        <w:rFonts w:ascii="Calibri" w:hAnsi="Calibri"/>
      </w:rPr>
      <w:fldChar w:fldCharType="begin"/>
    </w:r>
    <w:r>
      <w:instrText>PAGE   \* MERGEFORMAT</w:instrText>
    </w:r>
    <w:r w:rsidRPr="00103C56">
      <w:rPr>
        <w:rFonts w:ascii="Calibri" w:hAnsi="Calibri"/>
      </w:rPr>
      <w:fldChar w:fldCharType="separate"/>
    </w:r>
    <w:r w:rsidR="00942115" w:rsidRPr="00942115">
      <w:rPr>
        <w:rFonts w:ascii="Cambria" w:hAnsi="Cambria"/>
        <w:noProof/>
      </w:rPr>
      <w:t>11</w:t>
    </w:r>
    <w:r w:rsidRPr="00103C56">
      <w:rPr>
        <w:rFonts w:ascii="Cambria" w:hAnsi="Cambria"/>
      </w:rPr>
      <w:fldChar w:fldCharType="end"/>
    </w:r>
    <w:r w:rsidR="00942115">
      <w:rPr>
        <w:rFonts w:ascii="Cambria" w:hAnsi="Cambria"/>
      </w:rPr>
      <w:t xml:space="preserve"> из 11</w:t>
    </w:r>
    <w:bookmarkStart w:id="7" w:name="_GoBack"/>
    <w:bookmarkEnd w:id="7"/>
  </w:p>
  <w:p w:rsidR="00E95624" w:rsidRDefault="00E95624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115" w:rsidRDefault="0094211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210" w:rsidRDefault="00847210" w:rsidP="00103C56">
      <w:r>
        <w:separator/>
      </w:r>
    </w:p>
  </w:footnote>
  <w:footnote w:type="continuationSeparator" w:id="0">
    <w:p w:rsidR="00847210" w:rsidRDefault="00847210" w:rsidP="00103C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115" w:rsidRDefault="00942115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115" w:rsidRDefault="00942115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115" w:rsidRDefault="00942115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2"/>
    <w:docVar w:name="ceh_info" w:val="ПУБЛИЧНОЕ АКЦИОНЕРНОЕ ОБЩЕСТВО &quot;САРАТОВСКИЙ НЕФТЕПЕРЕРАБАТЫВАЮЩИЙ ЗАВОД&quot;"/>
    <w:docVar w:name="doc_name" w:val="Документ2"/>
    <w:docVar w:name="fill_date" w:val="02.10.2015"/>
    <w:docVar w:name="org_name" w:val="     "/>
    <w:docVar w:name="pers_guids" w:val="69C9F13B07954678B8382B43197B2205@142-964-113 62"/>
    <w:docVar w:name="pers_snils" w:val="69C9F13B07954678B8382B43197B2205@142-964-113 62"/>
    <w:docVar w:name="sv_docs" w:val="1"/>
  </w:docVars>
  <w:rsids>
    <w:rsidRoot w:val="00103C56"/>
    <w:rsid w:val="0002033E"/>
    <w:rsid w:val="000536F2"/>
    <w:rsid w:val="000C5130"/>
    <w:rsid w:val="000D048C"/>
    <w:rsid w:val="000D3760"/>
    <w:rsid w:val="000F0714"/>
    <w:rsid w:val="00103C56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820552"/>
    <w:rsid w:val="00847210"/>
    <w:rsid w:val="00936F48"/>
    <w:rsid w:val="00942115"/>
    <w:rsid w:val="009647F7"/>
    <w:rsid w:val="009A1326"/>
    <w:rsid w:val="009D6532"/>
    <w:rsid w:val="00A026A4"/>
    <w:rsid w:val="00AC5C11"/>
    <w:rsid w:val="00AF1EDF"/>
    <w:rsid w:val="00B12F45"/>
    <w:rsid w:val="00B2089E"/>
    <w:rsid w:val="00B3448B"/>
    <w:rsid w:val="00B874F5"/>
    <w:rsid w:val="00BA560A"/>
    <w:rsid w:val="00C0355B"/>
    <w:rsid w:val="00C258A8"/>
    <w:rsid w:val="00C404B3"/>
    <w:rsid w:val="00C93056"/>
    <w:rsid w:val="00CA2E96"/>
    <w:rsid w:val="00CD2568"/>
    <w:rsid w:val="00D11966"/>
    <w:rsid w:val="00DC0F74"/>
    <w:rsid w:val="00DC1A91"/>
    <w:rsid w:val="00DD6622"/>
    <w:rsid w:val="00E25119"/>
    <w:rsid w:val="00E2590C"/>
    <w:rsid w:val="00E30B79"/>
    <w:rsid w:val="00E458F1"/>
    <w:rsid w:val="00E95624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103C5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103C56"/>
    <w:rPr>
      <w:sz w:val="24"/>
    </w:rPr>
  </w:style>
  <w:style w:type="paragraph" w:styleId="ad">
    <w:name w:val="footer"/>
    <w:basedOn w:val="a"/>
    <w:link w:val="ae"/>
    <w:uiPriority w:val="99"/>
    <w:rsid w:val="00103C5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103C56"/>
    <w:rPr>
      <w:sz w:val="24"/>
    </w:rPr>
  </w:style>
  <w:style w:type="paragraph" w:styleId="af">
    <w:name w:val="Balloon Text"/>
    <w:basedOn w:val="a"/>
    <w:link w:val="af0"/>
    <w:rsid w:val="00103C5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103C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103C5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103C56"/>
    <w:rPr>
      <w:sz w:val="24"/>
    </w:rPr>
  </w:style>
  <w:style w:type="paragraph" w:styleId="ad">
    <w:name w:val="footer"/>
    <w:basedOn w:val="a"/>
    <w:link w:val="ae"/>
    <w:uiPriority w:val="99"/>
    <w:rsid w:val="00103C5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103C56"/>
    <w:rPr>
      <w:sz w:val="24"/>
    </w:rPr>
  </w:style>
  <w:style w:type="paragraph" w:styleId="af">
    <w:name w:val="Balloon Text"/>
    <w:basedOn w:val="a"/>
    <w:link w:val="af0"/>
    <w:rsid w:val="00103C5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103C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59</TotalTime>
  <Pages>1</Pages>
  <Words>2104</Words>
  <Characters>11995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14071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subject/>
  <dc:creator>Ирина Потапова</dc:creator>
  <cp:keywords/>
  <dc:description/>
  <cp:lastModifiedBy>Staff</cp:lastModifiedBy>
  <cp:revision>6</cp:revision>
  <cp:lastPrinted>2015-10-20T12:43:00Z</cp:lastPrinted>
  <dcterms:created xsi:type="dcterms:W3CDTF">2015-10-07T12:52:00Z</dcterms:created>
  <dcterms:modified xsi:type="dcterms:W3CDTF">2018-02-14T09:54:00Z</dcterms:modified>
</cp:coreProperties>
</file>